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0F" w:rsidRPr="00CB0C0F" w:rsidRDefault="00CB0C0F" w:rsidP="00CB0C0F">
      <w:pPr>
        <w:pStyle w:val="NormalnyWeb"/>
        <w:spacing w:before="0" w:beforeAutospacing="0" w:after="0" w:afterAutospacing="0"/>
        <w:jc w:val="both"/>
        <w:rPr>
          <w:rFonts w:ascii="Calibri Light" w:hAnsi="Calibri Light" w:cs="Calibri Light"/>
          <w:b/>
          <w:sz w:val="28"/>
        </w:rPr>
      </w:pPr>
      <w:r w:rsidRPr="00CB0C0F">
        <w:rPr>
          <w:rFonts w:ascii="Calibri Light" w:hAnsi="Calibri Light" w:cs="Calibri Light"/>
          <w:b/>
          <w:sz w:val="28"/>
        </w:rPr>
        <w:t>Zima w Zamku 2026</w:t>
      </w:r>
    </w:p>
    <w:p w:rsidR="00CB0C0F" w:rsidRPr="00CB0C0F" w:rsidRDefault="00CB0C0F" w:rsidP="00CB0C0F">
      <w:pPr>
        <w:pStyle w:val="NormalnyWeb"/>
        <w:spacing w:before="0" w:beforeAutospacing="0" w:after="0" w:afterAutospacing="0"/>
        <w:jc w:val="both"/>
        <w:rPr>
          <w:rFonts w:ascii="Calibri Light" w:hAnsi="Calibri Light" w:cs="Calibri Light"/>
          <w:sz w:val="28"/>
        </w:rPr>
      </w:pPr>
      <w:r w:rsidRPr="00CB0C0F">
        <w:rPr>
          <w:rFonts w:ascii="Calibri Light" w:hAnsi="Calibri Light" w:cs="Calibri Light"/>
          <w:sz w:val="28"/>
        </w:rPr>
        <w:t>15-27.02.2026</w:t>
      </w:r>
    </w:p>
    <w:p w:rsidR="00CB0C0F" w:rsidRPr="00CB0C0F" w:rsidRDefault="00CB0C0F" w:rsidP="00CB0C0F">
      <w:pPr>
        <w:pStyle w:val="NormalnyWeb"/>
        <w:spacing w:before="0" w:beforeAutospacing="0" w:after="0" w:afterAutospacing="0"/>
        <w:jc w:val="both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Centrum Kultury ZAMEK w Poznaniu</w:t>
      </w:r>
    </w:p>
    <w:p w:rsidR="00E46D7E" w:rsidRPr="00CB0C0F" w:rsidRDefault="00E46D7E" w:rsidP="0061702F">
      <w:pPr>
        <w:spacing w:after="0" w:line="240" w:lineRule="auto"/>
        <w:rPr>
          <w:rFonts w:ascii="Calibri Light" w:hAnsi="Calibri Light" w:cs="Calibri Light"/>
          <w:b/>
        </w:rPr>
      </w:pPr>
    </w:p>
    <w:p w:rsidR="00853BF2" w:rsidRPr="00CB0C0F" w:rsidRDefault="00853BF2" w:rsidP="0061702F">
      <w:pPr>
        <w:spacing w:after="0" w:line="240" w:lineRule="auto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>15.02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>g. 16-18</w:t>
      </w:r>
      <w:r w:rsidRPr="00CB0C0F">
        <w:rPr>
          <w:rFonts w:ascii="Calibri Light" w:hAnsi="Calibri Light" w:cs="Calibri Light"/>
          <w:b/>
        </w:rPr>
        <w:t xml:space="preserve"> | </w:t>
      </w:r>
      <w:r w:rsidRPr="00CB0C0F">
        <w:rPr>
          <w:rFonts w:ascii="Calibri Light" w:hAnsi="Calibri Light" w:cs="Calibri Light"/>
          <w:b/>
        </w:rPr>
        <w:t>Balik z Muchą</w:t>
      </w:r>
      <w:r w:rsidRPr="00CB0C0F">
        <w:rPr>
          <w:rFonts w:ascii="Calibri Light" w:hAnsi="Calibri Light" w:cs="Calibri Light"/>
          <w:b/>
        </w:rPr>
        <w:t xml:space="preserve"> - f</w:t>
      </w:r>
      <w:r w:rsidRPr="00CB0C0F">
        <w:rPr>
          <w:rFonts w:ascii="Calibri Light" w:hAnsi="Calibri Light" w:cs="Calibri Light"/>
          <w:b/>
        </w:rPr>
        <w:t>amilijna impreza taneczna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 xml:space="preserve">prowadzenie: Agata Elsner, Aleksandra Marzec i Piotr </w:t>
      </w:r>
      <w:proofErr w:type="spellStart"/>
      <w:r w:rsidRPr="00CB0C0F">
        <w:rPr>
          <w:rFonts w:ascii="Calibri Light" w:hAnsi="Calibri Light" w:cs="Calibri Light"/>
        </w:rPr>
        <w:t>Maciantowicz</w:t>
      </w:r>
      <w:proofErr w:type="spellEnd"/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 xml:space="preserve">Sala Wielka / bilety: 15 zł (dostępne online i w Kasie CK ZAMEK) / wiek: </w:t>
      </w:r>
      <w:proofErr w:type="spellStart"/>
      <w:r w:rsidRPr="00CB0C0F">
        <w:rPr>
          <w:rFonts w:ascii="Calibri Light" w:hAnsi="Calibri Light" w:cs="Calibri Light"/>
        </w:rPr>
        <w:t>b.o</w:t>
      </w:r>
      <w:proofErr w:type="spellEnd"/>
      <w:r w:rsidRPr="00CB0C0F">
        <w:rPr>
          <w:rFonts w:ascii="Calibri Light" w:hAnsi="Calibri Light" w:cs="Calibri Light"/>
        </w:rPr>
        <w:t xml:space="preserve">. / 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liczba miejsc ograniczona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Po kilku latach uśpienia w Zamku budzi się Mucha. Rozprostowując jedną z nóg zahacza o stare zdjęcie, które utknęło za szafą. Leżało tu co najmniej 50 lat. Mucha przygląda mu się uważnie. Na zdjęciu widzi wnętrze Zamku, a w nim imprezę karnawałową dla dzieci. Mucha liczy szybko, że te dzieci są już teraz dorosłe i być może mają swoje dzieci, a nawet wnuki! A gdyby tak zaprosić ich wszystkich na wspólną imprezę? Tak! Mucha postanawia zorganizować balik.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Zapraszamy na familijną imprezę taneczną z elementami spektaklu. Oprócz tańców przy muzyce współczesnej i dawniejszej oraz wspólnych gier, spodziewaj się także historii balików dla dzieci, które odbywały się tutaj w czasach Pałacu Kultury.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 xml:space="preserve">Serdecznie zachęcamy do przyjścia w przebraniach. Można się zainspirować latami 60., 70., 80., owadami, karnawałem i tym, co nam tylko przyjdzie do głowy! 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Podczas baliku dzieci pozostają pod opieką swoich opiekunów(-</w:t>
      </w:r>
      <w:proofErr w:type="spellStart"/>
      <w:r w:rsidRPr="00CB0C0F">
        <w:rPr>
          <w:rFonts w:ascii="Calibri Light" w:hAnsi="Calibri Light" w:cs="Calibri Light"/>
        </w:rPr>
        <w:t>ek</w:t>
      </w:r>
      <w:proofErr w:type="spellEnd"/>
      <w:r w:rsidRPr="00CB0C0F">
        <w:rPr>
          <w:rFonts w:ascii="Calibri Light" w:hAnsi="Calibri Light" w:cs="Calibri Light"/>
        </w:rPr>
        <w:t xml:space="preserve">). W trakcie wydarzenia możliwe jest wchodzenie i wychodzenie z Sali Wielkiej. 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Tego samego popołudnia w Zamku odbywać się będzie Karnawałowa gra zamkowa, a także spotkanie wspominkowe o dawnych balikach. Możesz zostawić swoje wspomnienie, a nawet podzielić się zdjęciami. Zachęcamy do zapoznania się z tymi wydarzeniami.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  <w:b/>
        </w:rPr>
      </w:pP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  <w:b/>
        </w:rPr>
      </w:pP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 xml:space="preserve">g. 15-19 | </w:t>
      </w:r>
      <w:r w:rsidRPr="00CB0C0F">
        <w:rPr>
          <w:rFonts w:ascii="Calibri Light" w:hAnsi="Calibri Light" w:cs="Calibri Light"/>
          <w:b/>
        </w:rPr>
        <w:t>Karnawałowa gra zamkowa</w:t>
      </w:r>
      <w:r w:rsidRPr="00CB0C0F">
        <w:rPr>
          <w:rFonts w:ascii="Calibri Light" w:hAnsi="Calibri Light" w:cs="Calibri Light"/>
          <w:b/>
        </w:rPr>
        <w:t xml:space="preserve"> - f</w:t>
      </w:r>
      <w:r w:rsidRPr="00CB0C0F">
        <w:rPr>
          <w:rFonts w:ascii="Calibri Light" w:hAnsi="Calibri Light" w:cs="Calibri Light"/>
          <w:b/>
        </w:rPr>
        <w:t>amilijna gra terenowa po Zamku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 xml:space="preserve">początek: Punkt Informacyjny CK ZAMEK / bilety: 10 zł (dostępne online i w Kasie CK ZAMEK) / wiek: </w:t>
      </w:r>
      <w:proofErr w:type="spellStart"/>
      <w:r w:rsidRPr="00CB0C0F">
        <w:rPr>
          <w:rFonts w:ascii="Calibri Light" w:hAnsi="Calibri Light" w:cs="Calibri Light"/>
        </w:rPr>
        <w:t>b.o</w:t>
      </w:r>
      <w:proofErr w:type="spellEnd"/>
      <w:r w:rsidRPr="00CB0C0F">
        <w:rPr>
          <w:rFonts w:ascii="Calibri Light" w:hAnsi="Calibri Light" w:cs="Calibri Light"/>
        </w:rPr>
        <w:t>. / liczba miejsc ograniczona</w:t>
      </w:r>
    </w:p>
    <w:p w:rsidR="00853BF2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Liczba osób w ekipie: 1-5, konieczna obecność osoby dorosłej</w:t>
      </w:r>
    </w:p>
    <w:p w:rsidR="004E2633" w:rsidRPr="00CB0C0F" w:rsidRDefault="004E2633" w:rsidP="00853BF2">
      <w:pPr>
        <w:spacing w:after="0" w:line="240" w:lineRule="auto"/>
        <w:rPr>
          <w:rFonts w:ascii="Calibri Light" w:hAnsi="Calibri Light" w:cs="Calibri Light"/>
        </w:rPr>
      </w:pP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Odkryj historię Zamku z zupełnie innej, karnawałowej perspektywy. Podejmij wyzwania rozmieszczone w całym gmachu i przy okazji zanurz się w opowieściach o balikach, które odbywały się tu w czasach Pałacu Kultury. Być może uda się zaprosić do swojej drużyny kogoś, kto brał w nich udział? Za rozwiązanie wszystkich zadań czeka drobny upominek.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Serdecznie zapraszamy do przyjścia w przebraniach — inspiracją mogą być lata 60., 70. i 80., świat owadów, karnawał lub wszystko to, co podpowie wyobraźnia. Warto pamiętać, że w Zamku znajdują się miejsca, w których bywa chłodniej.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Drużyny startujące w grze mogą liczyć od 1 do 5 osób. W każdej ekipie musi znajdować się co najmniej jedna osoba dorosła. Dzieci przez cały czas pozostają pod opieką swoich opiekunów(-</w:t>
      </w:r>
      <w:proofErr w:type="spellStart"/>
      <w:r w:rsidRPr="00CB0C0F">
        <w:rPr>
          <w:rFonts w:ascii="Calibri Light" w:hAnsi="Calibri Light" w:cs="Calibri Light"/>
        </w:rPr>
        <w:t>ek</w:t>
      </w:r>
      <w:proofErr w:type="spellEnd"/>
      <w:r w:rsidRPr="00CB0C0F">
        <w:rPr>
          <w:rFonts w:ascii="Calibri Light" w:hAnsi="Calibri Light" w:cs="Calibri Light"/>
        </w:rPr>
        <w:t>).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 xml:space="preserve">Przewidywany czas gry to około 1–2 godzin, w zależności od tempa poruszania się i realizacji zadań. Grę można rozpocząć i zakończyć pomiędzy godziną 15 a 19, kiedy to finiszujemy zabawę. W trakcie gry można zrobić przerwę w dowolnym momencie. 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Tego samego popołudnia w Zamku odbywać się będzie Balik z Muchą, a także spotkanie wspominkowe o dawnych balikach. Możesz zostawić swoje wspomnienie, a nawet podzielić się zdjęciami. Zachęcamy do zapoznania się z tymi wydarzeniami.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  <w:b/>
        </w:rPr>
      </w:pP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 xml:space="preserve">g. 15-19 | </w:t>
      </w:r>
      <w:proofErr w:type="spellStart"/>
      <w:r w:rsidRPr="00CB0C0F">
        <w:rPr>
          <w:rFonts w:ascii="Calibri Light" w:hAnsi="Calibri Light" w:cs="Calibri Light"/>
          <w:b/>
        </w:rPr>
        <w:t>Balikowe</w:t>
      </w:r>
      <w:proofErr w:type="spellEnd"/>
      <w:r w:rsidRPr="00CB0C0F">
        <w:rPr>
          <w:rFonts w:ascii="Calibri Light" w:hAnsi="Calibri Light" w:cs="Calibri Light"/>
          <w:b/>
        </w:rPr>
        <w:t xml:space="preserve"> wspominki</w:t>
      </w:r>
      <w:r w:rsidRPr="00CB0C0F">
        <w:rPr>
          <w:rFonts w:ascii="Calibri Light" w:hAnsi="Calibri Light" w:cs="Calibri Light"/>
          <w:b/>
        </w:rPr>
        <w:t xml:space="preserve"> - s</w:t>
      </w:r>
      <w:r w:rsidRPr="00CB0C0F">
        <w:rPr>
          <w:rFonts w:ascii="Calibri Light" w:hAnsi="Calibri Light" w:cs="Calibri Light"/>
          <w:b/>
        </w:rPr>
        <w:t>potkanie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 xml:space="preserve">Pokój Jesionowy / wstęp wolny / wiek: </w:t>
      </w:r>
      <w:proofErr w:type="spellStart"/>
      <w:r w:rsidRPr="00CB0C0F">
        <w:rPr>
          <w:rFonts w:ascii="Calibri Light" w:hAnsi="Calibri Light" w:cs="Calibri Light"/>
        </w:rPr>
        <w:t>b.o</w:t>
      </w:r>
      <w:proofErr w:type="spellEnd"/>
      <w:r w:rsidRPr="00CB0C0F">
        <w:rPr>
          <w:rFonts w:ascii="Calibri Light" w:hAnsi="Calibri Light" w:cs="Calibri Light"/>
        </w:rPr>
        <w:t>.</w:t>
      </w:r>
    </w:p>
    <w:p w:rsidR="00853BF2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 xml:space="preserve">prowadzenie: Agata </w:t>
      </w:r>
      <w:proofErr w:type="spellStart"/>
      <w:r w:rsidRPr="00CB0C0F">
        <w:rPr>
          <w:rFonts w:ascii="Calibri Light" w:hAnsi="Calibri Light" w:cs="Calibri Light"/>
        </w:rPr>
        <w:t>Miatkowska</w:t>
      </w:r>
      <w:proofErr w:type="spellEnd"/>
      <w:r w:rsidRPr="00CB0C0F">
        <w:rPr>
          <w:rFonts w:ascii="Calibri Light" w:hAnsi="Calibri Light" w:cs="Calibri Light"/>
        </w:rPr>
        <w:t>-Gołdyn</w:t>
      </w:r>
    </w:p>
    <w:p w:rsidR="004E2633" w:rsidRPr="00CB0C0F" w:rsidRDefault="004E2633" w:rsidP="00853BF2">
      <w:pPr>
        <w:spacing w:after="0" w:line="240" w:lineRule="auto"/>
        <w:rPr>
          <w:rFonts w:ascii="Calibri Light" w:hAnsi="Calibri Light" w:cs="Calibri Light"/>
        </w:rPr>
      </w:pP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 xml:space="preserve">Zapraszamy do Pokoju Jesionowego, gdzie będzie można powspominać baliki karnawałowe, które odbywały się tutaj w czasach Pałacu Kultury. Będzie można obejrzeć zdjęcia oraz porozmawiać, chętnie posłuchamy Twojej opowieści z tych czasów i zobaczymy zdjęcia, jeśli takie masz. 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Pokój Jesionowy będzie otwarty w godzinach 15-19, zapraszamy dowolnie w tych godzinach.</w:t>
      </w:r>
    </w:p>
    <w:p w:rsidR="00853BF2" w:rsidRPr="00CB0C0F" w:rsidRDefault="00853BF2" w:rsidP="00853BF2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Tego samego popołudnia odbywać się będzie Balik z Muchą i Karnawałowa gra zamkowa. Zachęcamy do zapoznania się z tymi wydarzeniami.</w:t>
      </w:r>
    </w:p>
    <w:p w:rsidR="00485CAB" w:rsidRPr="00CB0C0F" w:rsidRDefault="00485CAB" w:rsidP="0061702F">
      <w:pPr>
        <w:spacing w:after="0" w:line="240" w:lineRule="auto"/>
        <w:rPr>
          <w:rFonts w:ascii="Calibri Light" w:hAnsi="Calibri Light" w:cs="Calibri Light"/>
          <w:b/>
        </w:rPr>
      </w:pPr>
    </w:p>
    <w:p w:rsidR="001C1B3B" w:rsidRPr="00CB0C0F" w:rsidRDefault="00F11246" w:rsidP="0061702F">
      <w:pPr>
        <w:spacing w:after="0" w:line="240" w:lineRule="auto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>16</w:t>
      </w:r>
      <w:r w:rsidR="001C1B3B" w:rsidRPr="00CB0C0F">
        <w:rPr>
          <w:rFonts w:ascii="Calibri Light" w:hAnsi="Calibri Light" w:cs="Calibri Light"/>
          <w:b/>
        </w:rPr>
        <w:t>‒</w:t>
      </w:r>
      <w:r w:rsidRPr="00CB0C0F">
        <w:rPr>
          <w:rFonts w:ascii="Calibri Light" w:hAnsi="Calibri Light" w:cs="Calibri Light"/>
          <w:b/>
        </w:rPr>
        <w:t>20.02</w:t>
      </w:r>
      <w:r w:rsidR="001C1B3B" w:rsidRPr="00CB0C0F">
        <w:rPr>
          <w:rFonts w:ascii="Calibri Light" w:hAnsi="Calibri Light" w:cs="Calibri Light"/>
          <w:b/>
        </w:rPr>
        <w:t xml:space="preserve"> </w:t>
      </w:r>
    </w:p>
    <w:p w:rsidR="001C1B3B" w:rsidRPr="00CB0C0F" w:rsidRDefault="001C1B3B" w:rsidP="001C1B3B">
      <w:pPr>
        <w:pStyle w:val="Zwykytekst"/>
        <w:rPr>
          <w:rFonts w:ascii="Calibri Light" w:hAnsi="Calibri Light" w:cs="Calibri Light"/>
          <w:b/>
          <w:szCs w:val="22"/>
        </w:rPr>
      </w:pPr>
      <w:r w:rsidRPr="00CB0C0F">
        <w:rPr>
          <w:rFonts w:ascii="Calibri Light" w:hAnsi="Calibri Light" w:cs="Calibri Light"/>
          <w:b/>
        </w:rPr>
        <w:t>g</w:t>
      </w:r>
      <w:r w:rsidR="009A4CBC" w:rsidRPr="00CB0C0F">
        <w:rPr>
          <w:rFonts w:ascii="Calibri Light" w:hAnsi="Calibri Light" w:cs="Calibri Light"/>
          <w:b/>
          <w:szCs w:val="22"/>
        </w:rPr>
        <w:t>.</w:t>
      </w:r>
      <w:r w:rsidRPr="00CB0C0F">
        <w:rPr>
          <w:rFonts w:ascii="Calibri Light" w:hAnsi="Calibri Light" w:cs="Calibri Light"/>
          <w:b/>
        </w:rPr>
        <w:t xml:space="preserve"> </w:t>
      </w:r>
      <w:r w:rsidR="002F518E" w:rsidRPr="00CB0C0F">
        <w:rPr>
          <w:rFonts w:ascii="Calibri Light" w:hAnsi="Calibri Light" w:cs="Calibri Light"/>
          <w:b/>
          <w:szCs w:val="22"/>
        </w:rPr>
        <w:t>9-</w:t>
      </w:r>
      <w:r w:rsidR="005E775C" w:rsidRPr="00CB0C0F">
        <w:rPr>
          <w:rFonts w:ascii="Calibri Light" w:hAnsi="Calibri Light" w:cs="Calibri Light"/>
          <w:b/>
          <w:szCs w:val="22"/>
        </w:rPr>
        <w:t>10.30</w:t>
      </w:r>
      <w:r w:rsidRPr="00CB0C0F">
        <w:rPr>
          <w:rFonts w:ascii="Calibri Light" w:hAnsi="Calibri Light" w:cs="Calibri Light"/>
          <w:b/>
        </w:rPr>
        <w:t xml:space="preserve"> | „</w:t>
      </w:r>
      <w:r w:rsidR="00F11246" w:rsidRPr="00CB0C0F">
        <w:rPr>
          <w:rFonts w:ascii="Calibri Light" w:hAnsi="Calibri Light" w:cs="Calibri Light"/>
          <w:b/>
          <w:bCs/>
          <w:szCs w:val="22"/>
        </w:rPr>
        <w:t>W</w:t>
      </w:r>
      <w:r w:rsidR="00ED2A22" w:rsidRPr="00CB0C0F">
        <w:rPr>
          <w:rFonts w:ascii="Calibri Light" w:hAnsi="Calibri Light" w:cs="Calibri Light"/>
          <w:b/>
          <w:bCs/>
          <w:szCs w:val="22"/>
        </w:rPr>
        <w:t xml:space="preserve"> miniaturowym świecie</w:t>
      </w:r>
      <w:r w:rsidRPr="00CB0C0F">
        <w:rPr>
          <w:rFonts w:ascii="Calibri Light" w:hAnsi="Calibri Light" w:cs="Calibri Light"/>
          <w:b/>
          <w:bCs/>
          <w:szCs w:val="22"/>
        </w:rPr>
        <w:t>”</w:t>
      </w:r>
      <w:r w:rsidR="00ED2A22" w:rsidRPr="00CB0C0F">
        <w:rPr>
          <w:rFonts w:ascii="Calibri Light" w:hAnsi="Calibri Light" w:cs="Calibri Light"/>
          <w:b/>
          <w:szCs w:val="22"/>
        </w:rPr>
        <w:t xml:space="preserve"> – warsztaty plastyczne</w:t>
      </w:r>
    </w:p>
    <w:p w:rsidR="00F11246" w:rsidRPr="00CB0C0F" w:rsidRDefault="00ED2A22" w:rsidP="00F1124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>Sala Prób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/ bilety: pojedynczy warsztat 25 zł (dostępne od 1.02.)</w:t>
      </w:r>
      <w:r w:rsidR="00915838" w:rsidRPr="00CB0C0F">
        <w:rPr>
          <w:rFonts w:ascii="Calibri Light" w:eastAsia="Times New Roman" w:hAnsi="Calibri Light" w:cs="Calibri Light"/>
          <w:lang w:eastAsia="pl-PL"/>
        </w:rPr>
        <w:t>/</w:t>
      </w:r>
      <w:r w:rsidRPr="00CB0C0F">
        <w:rPr>
          <w:rFonts w:ascii="Calibri Light" w:eastAsia="Times New Roman" w:hAnsi="Calibri Light" w:cs="Calibri Light"/>
          <w:lang w:eastAsia="pl-PL"/>
        </w:rPr>
        <w:t xml:space="preserve"> czas trwania: 90’ / wiek: 7-11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</w:t>
      </w:r>
      <w:r w:rsidR="00915838" w:rsidRPr="00CB0C0F">
        <w:rPr>
          <w:rFonts w:ascii="Calibri Light" w:eastAsia="Times New Roman" w:hAnsi="Calibri Light" w:cs="Calibri Light"/>
          <w:lang w:eastAsia="pl-PL"/>
        </w:rPr>
        <w:t>lat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/ </w:t>
      </w:r>
      <w:r w:rsidR="00F11246" w:rsidRPr="00CB0C0F">
        <w:rPr>
          <w:rFonts w:ascii="Calibri Light" w:eastAsiaTheme="minorHAnsi" w:hAnsi="Calibri Light" w:cs="Calibri Light"/>
        </w:rPr>
        <w:t>liczba miejsc ograniczona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</w:t>
      </w:r>
    </w:p>
    <w:p w:rsidR="00871CA7" w:rsidRPr="00CB0C0F" w:rsidRDefault="001C1B3B" w:rsidP="00871CA7">
      <w:pPr>
        <w:pStyle w:val="Zwykytekst"/>
        <w:rPr>
          <w:rFonts w:ascii="Calibri Light" w:hAnsi="Calibri Light" w:cs="Calibri Light"/>
          <w:szCs w:val="22"/>
        </w:rPr>
      </w:pPr>
      <w:r w:rsidRPr="00CB0C0F">
        <w:rPr>
          <w:rFonts w:ascii="Calibri Light" w:hAnsi="Calibri Light" w:cs="Calibri Light"/>
          <w:szCs w:val="22"/>
        </w:rPr>
        <w:t>p</w:t>
      </w:r>
      <w:r w:rsidR="003F4B21" w:rsidRPr="00CB0C0F">
        <w:rPr>
          <w:rFonts w:ascii="Calibri Light" w:hAnsi="Calibri Light" w:cs="Calibri Light"/>
          <w:szCs w:val="22"/>
        </w:rPr>
        <w:t xml:space="preserve">rowadzenie: </w:t>
      </w:r>
      <w:r w:rsidR="00ED2A22" w:rsidRPr="00CB0C0F">
        <w:rPr>
          <w:rFonts w:ascii="Calibri Light" w:hAnsi="Calibri Light" w:cs="Calibri Light"/>
          <w:szCs w:val="22"/>
        </w:rPr>
        <w:t>Aneta Mikołajczak</w:t>
      </w:r>
    </w:p>
    <w:p w:rsidR="00ED2A22" w:rsidRPr="00CB0C0F" w:rsidRDefault="00ED2A22" w:rsidP="00ED2A22">
      <w:pPr>
        <w:spacing w:after="0" w:line="240" w:lineRule="auto"/>
        <w:textAlignment w:val="baseline"/>
        <w:rPr>
          <w:rFonts w:ascii="Calibri Light" w:eastAsia="Times New Roman" w:hAnsi="Calibri Light" w:cs="Calibri Light"/>
          <w:lang w:eastAsia="pl-PL"/>
        </w:rPr>
      </w:pPr>
    </w:p>
    <w:p w:rsidR="00ED2A22" w:rsidRPr="00CB0C0F" w:rsidRDefault="00ED2A22" w:rsidP="00ED2A22">
      <w:pPr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 xml:space="preserve">Podczas zajęć będziemy pracować z takimi materiałami jak modelina, płynna modelina, patyczki owocowe </w:t>
      </w:r>
      <w:proofErr w:type="spellStart"/>
      <w:r w:rsidRPr="00CB0C0F">
        <w:rPr>
          <w:rFonts w:ascii="Calibri Light" w:eastAsia="Times New Roman" w:hAnsi="Calibri Light" w:cs="Calibri Light"/>
          <w:lang w:eastAsia="pl-PL"/>
        </w:rPr>
        <w:t>fimo</w:t>
      </w:r>
      <w:proofErr w:type="spellEnd"/>
      <w:r w:rsidRPr="00CB0C0F">
        <w:rPr>
          <w:rFonts w:ascii="Calibri Light" w:eastAsia="Times New Roman" w:hAnsi="Calibri Light" w:cs="Calibri Light"/>
          <w:lang w:eastAsia="pl-PL"/>
        </w:rPr>
        <w:t>, formy silikonowe i wiele innych.  Poznamy różne techniki plastyczne, modelarskie i konstrukcyjne. Powstaną miniaturowe wypieki...chleby, ciasta, rogaliki, torty, tarty, makaroniki, bułki, ciastka i mazurki, babki, precle, pączki, rurki... Zrobimy m</w:t>
      </w:r>
      <w:r w:rsidR="00D60291" w:rsidRPr="00CB0C0F">
        <w:rPr>
          <w:rFonts w:ascii="Calibri Light" w:eastAsia="Times New Roman" w:hAnsi="Calibri Light" w:cs="Calibri Light"/>
          <w:lang w:eastAsia="pl-PL"/>
        </w:rPr>
        <w:t>aleńkie</w:t>
      </w:r>
      <w:r w:rsidRPr="00CB0C0F">
        <w:rPr>
          <w:rFonts w:ascii="Calibri Light" w:eastAsia="Times New Roman" w:hAnsi="Calibri Light" w:cs="Calibri Light"/>
          <w:lang w:eastAsia="pl-PL"/>
        </w:rPr>
        <w:t xml:space="preserve"> owoce i warzywa, figurki zwierząt i ich akcesoria, zabawki</w:t>
      </w:r>
      <w:r w:rsidR="00D60291" w:rsidRPr="00CB0C0F">
        <w:rPr>
          <w:rFonts w:ascii="Calibri Light" w:eastAsia="Times New Roman" w:hAnsi="Calibri Light" w:cs="Calibri Light"/>
          <w:lang w:eastAsia="pl-PL"/>
        </w:rPr>
        <w:t>, zastawę stołową oraz desery, zupy i dania główne.</w:t>
      </w:r>
    </w:p>
    <w:p w:rsidR="00434796" w:rsidRPr="00CB0C0F" w:rsidRDefault="00434796" w:rsidP="005152F7">
      <w:pPr>
        <w:pStyle w:val="Zwykytekst"/>
        <w:rPr>
          <w:rFonts w:ascii="Calibri Light" w:hAnsi="Calibri Light" w:cs="Calibri Light"/>
          <w:color w:val="FF0000"/>
          <w:szCs w:val="22"/>
        </w:rPr>
      </w:pPr>
    </w:p>
    <w:p w:rsidR="00E46D7E" w:rsidRPr="00CB0C0F" w:rsidRDefault="00E46D7E" w:rsidP="0061702F">
      <w:pPr>
        <w:spacing w:after="0" w:line="240" w:lineRule="auto"/>
        <w:rPr>
          <w:rFonts w:ascii="Calibri Light" w:hAnsi="Calibri Light" w:cs="Calibri Light"/>
          <w:b/>
          <w:color w:val="FF0000"/>
        </w:rPr>
      </w:pPr>
    </w:p>
    <w:p w:rsidR="00044D29" w:rsidRPr="00CB0C0F" w:rsidRDefault="00F11246" w:rsidP="0061702F">
      <w:pPr>
        <w:spacing w:after="0" w:line="240" w:lineRule="auto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>16</w:t>
      </w:r>
      <w:r w:rsidR="00044D29" w:rsidRPr="00CB0C0F">
        <w:rPr>
          <w:rFonts w:ascii="Calibri Light" w:hAnsi="Calibri Light" w:cs="Calibri Light"/>
          <w:b/>
        </w:rPr>
        <w:t>‒</w:t>
      </w:r>
      <w:r w:rsidR="00C124C0" w:rsidRPr="00CB0C0F">
        <w:rPr>
          <w:rFonts w:ascii="Calibri Light" w:hAnsi="Calibri Light" w:cs="Calibri Light"/>
          <w:b/>
        </w:rPr>
        <w:t>18</w:t>
      </w:r>
      <w:r w:rsidRPr="00CB0C0F">
        <w:rPr>
          <w:rFonts w:ascii="Calibri Light" w:hAnsi="Calibri Light" w:cs="Calibri Light"/>
          <w:b/>
        </w:rPr>
        <w:t>.02</w:t>
      </w:r>
      <w:r w:rsidR="00044D29" w:rsidRPr="00CB0C0F">
        <w:rPr>
          <w:rFonts w:ascii="Calibri Light" w:hAnsi="Calibri Light" w:cs="Calibri Light"/>
          <w:b/>
        </w:rPr>
        <w:t xml:space="preserve"> </w:t>
      </w:r>
    </w:p>
    <w:p w:rsidR="008C0BAE" w:rsidRPr="00CB0C0F" w:rsidRDefault="009A4CBC" w:rsidP="008C0BAE">
      <w:pPr>
        <w:pStyle w:val="Zwykytekst"/>
        <w:rPr>
          <w:rFonts w:ascii="Calibri Light" w:eastAsia="Times New Roman" w:hAnsi="Calibri Light" w:cs="Calibri Light"/>
          <w:b/>
          <w:lang w:eastAsia="pl-PL"/>
        </w:rPr>
      </w:pPr>
      <w:r w:rsidRPr="00CB0C0F">
        <w:rPr>
          <w:rFonts w:ascii="Calibri Light" w:hAnsi="Calibri Light" w:cs="Calibri Light"/>
          <w:b/>
        </w:rPr>
        <w:t>g.</w:t>
      </w:r>
      <w:r w:rsidR="00212808" w:rsidRPr="00CB0C0F">
        <w:rPr>
          <w:rFonts w:ascii="Calibri Light" w:hAnsi="Calibri Light" w:cs="Calibri Light"/>
          <w:b/>
        </w:rPr>
        <w:t xml:space="preserve"> 12.30-14</w:t>
      </w:r>
      <w:r w:rsidR="00044D29" w:rsidRPr="00CB0C0F">
        <w:rPr>
          <w:rFonts w:ascii="Calibri Light" w:hAnsi="Calibri Light" w:cs="Calibri Light"/>
          <w:b/>
        </w:rPr>
        <w:t xml:space="preserve"> | „</w:t>
      </w:r>
      <w:r w:rsidR="00C124C0" w:rsidRPr="00CB0C0F">
        <w:rPr>
          <w:rFonts w:ascii="Calibri Light" w:eastAsia="Times New Roman" w:hAnsi="Calibri Light" w:cs="Calibri Light"/>
          <w:b/>
          <w:lang w:eastAsia="pl-PL"/>
        </w:rPr>
        <w:t>Luksografia</w:t>
      </w:r>
      <w:r w:rsidR="00044D29" w:rsidRPr="00CB0C0F">
        <w:rPr>
          <w:rFonts w:ascii="Calibri Light" w:eastAsia="Times New Roman" w:hAnsi="Calibri Light" w:cs="Calibri Light"/>
          <w:b/>
          <w:lang w:eastAsia="pl-PL"/>
        </w:rPr>
        <w:t xml:space="preserve">” – warsztaty </w:t>
      </w:r>
      <w:r w:rsidR="00915838" w:rsidRPr="00CB0C0F">
        <w:rPr>
          <w:rFonts w:ascii="Calibri Light" w:eastAsia="Times New Roman" w:hAnsi="Calibri Light" w:cs="Calibri Light"/>
          <w:b/>
          <w:lang w:eastAsia="pl-PL"/>
        </w:rPr>
        <w:t>fotograficzne</w:t>
      </w:r>
      <w:r w:rsidR="008C0BAE" w:rsidRPr="00CB0C0F">
        <w:rPr>
          <w:rFonts w:ascii="Calibri Light" w:eastAsia="Times New Roman" w:hAnsi="Calibri Light" w:cs="Calibri Light"/>
          <w:b/>
          <w:lang w:eastAsia="pl-PL"/>
        </w:rPr>
        <w:tab/>
      </w:r>
    </w:p>
    <w:p w:rsidR="00F11246" w:rsidRPr="00CB0C0F" w:rsidRDefault="00915838" w:rsidP="00F1124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>Sala 8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/ bilety: </w:t>
      </w:r>
      <w:r w:rsidR="00C124C0" w:rsidRPr="00CB0C0F">
        <w:rPr>
          <w:rFonts w:ascii="Calibri Light" w:eastAsia="Times New Roman" w:hAnsi="Calibri Light" w:cs="Calibri Light"/>
          <w:lang w:eastAsia="pl-PL"/>
        </w:rPr>
        <w:t>3 dniowy cykl 7</w:t>
      </w:r>
      <w:r w:rsidR="00F11246" w:rsidRPr="00CB0C0F">
        <w:rPr>
          <w:rFonts w:ascii="Calibri Light" w:eastAsia="Times New Roman" w:hAnsi="Calibri Light" w:cs="Calibri Light"/>
          <w:lang w:eastAsia="pl-PL"/>
        </w:rPr>
        <w:t>5 zł (dostępne od 1.02.)</w:t>
      </w:r>
      <w:r w:rsidRPr="00CB0C0F">
        <w:rPr>
          <w:rFonts w:ascii="Calibri Light" w:eastAsia="Times New Roman" w:hAnsi="Calibri Light" w:cs="Calibri Light"/>
          <w:lang w:eastAsia="pl-PL"/>
        </w:rPr>
        <w:t>/ czas trwania: 90’ / wiek: 10-14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</w:t>
      </w:r>
      <w:r w:rsidRPr="00CB0C0F">
        <w:rPr>
          <w:rFonts w:ascii="Calibri Light" w:eastAsia="Times New Roman" w:hAnsi="Calibri Light" w:cs="Calibri Light"/>
          <w:lang w:eastAsia="pl-PL"/>
        </w:rPr>
        <w:t>lat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/ </w:t>
      </w:r>
      <w:r w:rsidR="00F11246" w:rsidRPr="00CB0C0F">
        <w:rPr>
          <w:rFonts w:ascii="Calibri Light" w:eastAsiaTheme="minorHAnsi" w:hAnsi="Calibri Light" w:cs="Calibri Light"/>
        </w:rPr>
        <w:t>liczba miejsc ograniczona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</w:t>
      </w:r>
    </w:p>
    <w:p w:rsidR="00C124C0" w:rsidRPr="00CB0C0F" w:rsidRDefault="00B63003" w:rsidP="00C124C0">
      <w:pPr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>p</w:t>
      </w:r>
      <w:r w:rsidR="009D435B" w:rsidRPr="00CB0C0F">
        <w:rPr>
          <w:rFonts w:ascii="Calibri Light" w:eastAsia="Times New Roman" w:hAnsi="Calibri Light" w:cs="Calibri Light"/>
          <w:lang w:eastAsia="pl-PL"/>
        </w:rPr>
        <w:t xml:space="preserve">rowadzenie: </w:t>
      </w:r>
      <w:r w:rsidR="00915838" w:rsidRPr="00CB0C0F">
        <w:rPr>
          <w:rFonts w:ascii="Calibri Light" w:hAnsi="Calibri Light" w:cs="Calibri Light"/>
        </w:rPr>
        <w:t>Joanna Czarnota</w:t>
      </w:r>
      <w:r w:rsidR="00C124C0" w:rsidRPr="00CB0C0F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</w:t>
      </w:r>
    </w:p>
    <w:p w:rsidR="00C124C0" w:rsidRPr="00CB0C0F" w:rsidRDefault="00C124C0" w:rsidP="00C124C0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 xml:space="preserve">Zapraszamy na inspirujące warsztaty fotograficzne, podczas których wykonamy </w:t>
      </w:r>
      <w:proofErr w:type="spellStart"/>
      <w:r w:rsidRPr="00CB0C0F">
        <w:rPr>
          <w:rFonts w:ascii="Calibri Light" w:eastAsia="Times New Roman" w:hAnsi="Calibri Light" w:cs="Calibri Light"/>
          <w:lang w:eastAsia="pl-PL"/>
        </w:rPr>
        <w:t>luksogramy</w:t>
      </w:r>
      <w:proofErr w:type="spellEnd"/>
      <w:r w:rsidRPr="00CB0C0F">
        <w:rPr>
          <w:rFonts w:ascii="Calibri Light" w:eastAsia="Times New Roman" w:hAnsi="Calibri Light" w:cs="Calibri Light"/>
          <w:lang w:eastAsia="pl-PL"/>
        </w:rPr>
        <w:t xml:space="preserve">, naświetlając liście, pióra i suszone owoce na papierze światłoczułym. Następnie wywołamy i utrwalimy odbitki w ciemni fotograficznej. W kolejnym etapie dokonany naświetlania stykowego, aby uzyskać wersję pozytywową. Warsztaty obywać się będą bez użycia aparatów fotograficznych.  </w:t>
      </w:r>
    </w:p>
    <w:p w:rsidR="00C124C0" w:rsidRPr="00CB0C0F" w:rsidRDefault="00C124C0" w:rsidP="00C124C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CB0C0F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  </w:t>
      </w:r>
    </w:p>
    <w:p w:rsidR="00F56CFF" w:rsidRPr="00CB0C0F" w:rsidRDefault="00F56CFF" w:rsidP="00C124C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C124C0" w:rsidRPr="00CB0C0F" w:rsidRDefault="00C124C0" w:rsidP="00C124C0">
      <w:pPr>
        <w:spacing w:after="0" w:line="240" w:lineRule="auto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 xml:space="preserve">19‒20.02 </w:t>
      </w:r>
    </w:p>
    <w:p w:rsidR="00C124C0" w:rsidRPr="00CB0C0F" w:rsidRDefault="00C124C0" w:rsidP="00C124C0">
      <w:pPr>
        <w:pStyle w:val="Zwykytekst"/>
        <w:rPr>
          <w:rFonts w:ascii="Calibri Light" w:eastAsia="Times New Roman" w:hAnsi="Calibri Light" w:cs="Calibri Light"/>
          <w:b/>
          <w:lang w:eastAsia="pl-PL"/>
        </w:rPr>
      </w:pPr>
      <w:r w:rsidRPr="00CB0C0F">
        <w:rPr>
          <w:rFonts w:ascii="Calibri Light" w:hAnsi="Calibri Light" w:cs="Calibri Light"/>
          <w:b/>
        </w:rPr>
        <w:t>g. 12.30-14 | „</w:t>
      </w:r>
      <w:r w:rsidRPr="00CB0C0F">
        <w:rPr>
          <w:rFonts w:ascii="Calibri Light" w:eastAsia="Times New Roman" w:hAnsi="Calibri Light" w:cs="Calibri Light"/>
          <w:b/>
          <w:lang w:eastAsia="pl-PL"/>
        </w:rPr>
        <w:t>Cyjanotypia” – warsztaty fotograficzne</w:t>
      </w:r>
      <w:r w:rsidRPr="00CB0C0F">
        <w:rPr>
          <w:rFonts w:ascii="Calibri Light" w:eastAsia="Times New Roman" w:hAnsi="Calibri Light" w:cs="Calibri Light"/>
          <w:b/>
          <w:lang w:eastAsia="pl-PL"/>
        </w:rPr>
        <w:tab/>
      </w:r>
    </w:p>
    <w:p w:rsidR="00C124C0" w:rsidRPr="00CB0C0F" w:rsidRDefault="00C124C0" w:rsidP="00C124C0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 xml:space="preserve">Sala 8 / bilety: 2 dniowy cykl 50 zł (dostępne od 1.02.)/ czas trwania: 90’ / wiek: 10-14 lat/ </w:t>
      </w:r>
      <w:r w:rsidRPr="00CB0C0F">
        <w:rPr>
          <w:rFonts w:ascii="Calibri Light" w:eastAsiaTheme="minorHAnsi" w:hAnsi="Calibri Light" w:cs="Calibri Light"/>
        </w:rPr>
        <w:t>liczba miejsc ograniczona</w:t>
      </w:r>
      <w:r w:rsidRPr="00CB0C0F">
        <w:rPr>
          <w:rFonts w:ascii="Calibri Light" w:eastAsia="Times New Roman" w:hAnsi="Calibri Light" w:cs="Calibri Light"/>
          <w:lang w:eastAsia="pl-PL"/>
        </w:rPr>
        <w:t xml:space="preserve"> </w:t>
      </w:r>
    </w:p>
    <w:p w:rsidR="00C124C0" w:rsidRPr="00CB0C0F" w:rsidRDefault="00C124C0" w:rsidP="00C124C0">
      <w:pPr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 xml:space="preserve">prowadzenie: </w:t>
      </w:r>
      <w:r w:rsidRPr="00CB0C0F">
        <w:rPr>
          <w:rFonts w:ascii="Calibri Light" w:hAnsi="Calibri Light" w:cs="Calibri Light"/>
        </w:rPr>
        <w:t>Joanna Czarnota</w:t>
      </w:r>
      <w:r w:rsidRPr="00CB0C0F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</w:t>
      </w:r>
    </w:p>
    <w:p w:rsidR="00C124C0" w:rsidRPr="00CB0C0F" w:rsidRDefault="00C124C0" w:rsidP="00C124C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CB0C0F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  </w:t>
      </w:r>
    </w:p>
    <w:p w:rsidR="00C124C0" w:rsidRPr="00CB0C0F" w:rsidRDefault="00C124C0" w:rsidP="00C124C0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 xml:space="preserve">Zapraszamy na cykl warsztatów fotograficzno-malarskich, podczas których wykonany cyjanotypię. Odbijemy na papierze światłoczułym rośliny, uzyskując piękne malarskie obrazy w kolorze błękitu pruskiego. Następnie zamienimy ich kolor stosując naturalne barwniki. Warsztaty obywać się będą bez użycia aparatów fotograficznych.  </w:t>
      </w:r>
    </w:p>
    <w:p w:rsidR="00044D29" w:rsidRPr="00CB0C0F" w:rsidRDefault="00044D29" w:rsidP="00EF4E17">
      <w:pPr>
        <w:spacing w:after="0" w:line="256" w:lineRule="auto"/>
        <w:rPr>
          <w:rFonts w:ascii="Calibri Light" w:eastAsia="Times New Roman" w:hAnsi="Calibri Light" w:cs="Calibri Light"/>
          <w:lang w:eastAsia="pl-PL"/>
        </w:rPr>
      </w:pPr>
    </w:p>
    <w:p w:rsidR="00EF4E17" w:rsidRPr="00CB0C0F" w:rsidRDefault="00EF4E17" w:rsidP="0061702F">
      <w:pPr>
        <w:spacing w:after="0" w:line="240" w:lineRule="auto"/>
        <w:rPr>
          <w:rFonts w:ascii="Calibri Light" w:hAnsi="Calibri Light" w:cs="Calibri Light"/>
          <w:b/>
        </w:rPr>
      </w:pPr>
    </w:p>
    <w:p w:rsidR="00B63003" w:rsidRPr="00CB0C0F" w:rsidRDefault="00F11246" w:rsidP="0061702F">
      <w:pPr>
        <w:spacing w:after="0" w:line="240" w:lineRule="auto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>16</w:t>
      </w:r>
      <w:r w:rsidR="00B63003" w:rsidRPr="00CB0C0F">
        <w:rPr>
          <w:rFonts w:ascii="Calibri Light" w:hAnsi="Calibri Light" w:cs="Calibri Light"/>
          <w:b/>
        </w:rPr>
        <w:t>‒</w:t>
      </w:r>
      <w:r w:rsidRPr="00CB0C0F">
        <w:rPr>
          <w:rFonts w:ascii="Calibri Light" w:hAnsi="Calibri Light" w:cs="Calibri Light"/>
          <w:b/>
        </w:rPr>
        <w:t>20.02</w:t>
      </w:r>
    </w:p>
    <w:p w:rsidR="00005B86" w:rsidRPr="00CB0C0F" w:rsidRDefault="009A4CBC" w:rsidP="00005B86">
      <w:pPr>
        <w:spacing w:after="0" w:line="240" w:lineRule="auto"/>
        <w:rPr>
          <w:rFonts w:ascii="Calibri Light" w:eastAsia="Times New Roman" w:hAnsi="Calibri Light" w:cs="Calibri Light"/>
          <w:b/>
          <w:lang w:eastAsia="pl-PL"/>
        </w:rPr>
      </w:pPr>
      <w:r w:rsidRPr="00CB0C0F">
        <w:rPr>
          <w:rFonts w:ascii="Calibri Light" w:hAnsi="Calibri Light" w:cs="Calibri Light"/>
          <w:b/>
        </w:rPr>
        <w:t>g.</w:t>
      </w:r>
      <w:r w:rsidR="00B63003" w:rsidRPr="00CB0C0F">
        <w:rPr>
          <w:rFonts w:ascii="Calibri Light" w:hAnsi="Calibri Light" w:cs="Calibri Light"/>
          <w:b/>
        </w:rPr>
        <w:t xml:space="preserve"> </w:t>
      </w:r>
      <w:r w:rsidR="00212808" w:rsidRPr="00CB0C0F">
        <w:rPr>
          <w:rFonts w:ascii="Calibri Light" w:hAnsi="Calibri Light" w:cs="Calibri Light"/>
          <w:b/>
        </w:rPr>
        <w:t>10.45-12.15</w:t>
      </w:r>
      <w:r w:rsidR="00005B86" w:rsidRPr="00CB0C0F">
        <w:rPr>
          <w:rFonts w:ascii="Calibri Light" w:hAnsi="Calibri Light" w:cs="Calibri Light"/>
          <w:b/>
        </w:rPr>
        <w:t xml:space="preserve"> |</w:t>
      </w:r>
      <w:r w:rsidR="00005B86" w:rsidRPr="00CB0C0F">
        <w:rPr>
          <w:rFonts w:ascii="Calibri Light" w:eastAsia="Times New Roman" w:hAnsi="Calibri Light" w:cs="Calibri Light"/>
          <w:b/>
          <w:lang w:eastAsia="pl-PL"/>
        </w:rPr>
        <w:t xml:space="preserve"> „</w:t>
      </w:r>
      <w:r w:rsidR="00F56CFF" w:rsidRPr="00CB0C0F">
        <w:rPr>
          <w:rFonts w:ascii="Calibri Light" w:eastAsia="Times New Roman" w:hAnsi="Calibri Light" w:cs="Calibri Light"/>
          <w:b/>
          <w:bCs/>
          <w:lang w:eastAsia="pl-PL"/>
        </w:rPr>
        <w:t xml:space="preserve">Pop-art. </w:t>
      </w:r>
      <w:proofErr w:type="spellStart"/>
      <w:r w:rsidR="00F56CFF" w:rsidRPr="00CB0C0F">
        <w:rPr>
          <w:rFonts w:ascii="Calibri Light" w:eastAsia="Times New Roman" w:hAnsi="Calibri Light" w:cs="Calibri Light"/>
          <w:b/>
          <w:bCs/>
          <w:lang w:eastAsia="pl-PL"/>
        </w:rPr>
        <w:t>Factory</w:t>
      </w:r>
      <w:proofErr w:type="spellEnd"/>
      <w:r w:rsidR="00005B86" w:rsidRPr="00CB0C0F">
        <w:rPr>
          <w:rFonts w:ascii="Calibri Light" w:eastAsia="Times New Roman" w:hAnsi="Calibri Light" w:cs="Calibri Light"/>
          <w:b/>
          <w:bCs/>
          <w:lang w:eastAsia="pl-PL"/>
        </w:rPr>
        <w:t>”</w:t>
      </w:r>
      <w:r w:rsidR="00ED2A22" w:rsidRPr="00CB0C0F">
        <w:rPr>
          <w:rFonts w:ascii="Calibri Light" w:eastAsia="Times New Roman" w:hAnsi="Calibri Light" w:cs="Calibri Light"/>
          <w:b/>
          <w:lang w:eastAsia="pl-PL"/>
        </w:rPr>
        <w:t xml:space="preserve"> – warsztaty graficzne</w:t>
      </w:r>
    </w:p>
    <w:p w:rsidR="00F11246" w:rsidRPr="00CB0C0F" w:rsidRDefault="00ED2A22" w:rsidP="00F1124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>Sala 248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/ bilety: pojedynczy warsztat 25 zł (dostępne od 1.02.)</w:t>
      </w:r>
      <w:r w:rsidRPr="00CB0C0F">
        <w:rPr>
          <w:rFonts w:ascii="Calibri Light" w:eastAsia="Times New Roman" w:hAnsi="Calibri Light" w:cs="Calibri Light"/>
          <w:lang w:eastAsia="pl-PL"/>
        </w:rPr>
        <w:t>/ czas trwania: 90’ / wiek: 10-14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lat / </w:t>
      </w:r>
      <w:r w:rsidR="00F11246" w:rsidRPr="00CB0C0F">
        <w:rPr>
          <w:rFonts w:ascii="Calibri Light" w:eastAsiaTheme="minorHAnsi" w:hAnsi="Calibri Light" w:cs="Calibri Light"/>
        </w:rPr>
        <w:t>liczba miejsc ograniczona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</w:t>
      </w:r>
    </w:p>
    <w:p w:rsidR="00E474F6" w:rsidRPr="00CB0C0F" w:rsidRDefault="00ED2A22" w:rsidP="00005B86">
      <w:pPr>
        <w:spacing w:after="0" w:line="240" w:lineRule="auto"/>
        <w:rPr>
          <w:rFonts w:ascii="Calibri Light" w:eastAsia="Times New Roman" w:hAnsi="Calibri Light" w:cs="Calibri Light"/>
          <w:iCs/>
          <w:lang w:eastAsia="pl-PL"/>
        </w:rPr>
      </w:pPr>
      <w:r w:rsidRPr="00CB0C0F">
        <w:rPr>
          <w:rFonts w:ascii="Calibri Light" w:eastAsia="Times New Roman" w:hAnsi="Calibri Light" w:cs="Calibri Light"/>
          <w:iCs/>
          <w:lang w:eastAsia="pl-PL"/>
        </w:rPr>
        <w:lastRenderedPageBreak/>
        <w:t>prowadzenie: Dominika Ignasiak</w:t>
      </w:r>
    </w:p>
    <w:p w:rsidR="00E474F6" w:rsidRPr="00CB0C0F" w:rsidRDefault="00E474F6" w:rsidP="00E474F6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E474F6" w:rsidRPr="00CB0C0F" w:rsidRDefault="00E474F6" w:rsidP="00E474F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bCs/>
          <w:lang w:eastAsia="pl-PL"/>
        </w:rPr>
        <w:t xml:space="preserve">Sitodruk, seryjne odbitki oraz zabawa – jak w prawdziwej fabryce </w:t>
      </w:r>
      <w:proofErr w:type="spellStart"/>
      <w:r w:rsidRPr="00CB0C0F">
        <w:rPr>
          <w:rFonts w:ascii="Calibri Light" w:eastAsia="Times New Roman" w:hAnsi="Calibri Light" w:cs="Calibri Light"/>
          <w:bCs/>
          <w:lang w:eastAsia="pl-PL"/>
        </w:rPr>
        <w:t>Andy’ego</w:t>
      </w:r>
      <w:proofErr w:type="spellEnd"/>
      <w:r w:rsidRPr="00CB0C0F">
        <w:rPr>
          <w:rFonts w:ascii="Calibri Light" w:eastAsia="Times New Roman" w:hAnsi="Calibri Light" w:cs="Calibri Light"/>
          <w:bCs/>
          <w:lang w:eastAsia="pl-PL"/>
        </w:rPr>
        <w:t xml:space="preserve"> Warhola!</w:t>
      </w:r>
      <w:r w:rsidRPr="00CB0C0F">
        <w:rPr>
          <w:rFonts w:ascii="Calibri Light" w:eastAsia="Times New Roman" w:hAnsi="Calibri Light" w:cs="Calibri Light"/>
          <w:lang w:eastAsia="pl-PL"/>
        </w:rPr>
        <w:t xml:space="preserve"> </w:t>
      </w:r>
    </w:p>
    <w:p w:rsidR="00E474F6" w:rsidRPr="00CB0C0F" w:rsidRDefault="00F56CFF" w:rsidP="00E474F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>P</w:t>
      </w:r>
      <w:r w:rsidR="00E474F6" w:rsidRPr="00CB0C0F">
        <w:rPr>
          <w:rFonts w:ascii="Calibri Light" w:eastAsia="Times New Roman" w:hAnsi="Calibri Light" w:cs="Calibri Light"/>
          <w:lang w:eastAsia="pl-PL"/>
        </w:rPr>
        <w:t xml:space="preserve">rzeniesiemy się do świata </w:t>
      </w:r>
      <w:proofErr w:type="spellStart"/>
      <w:r w:rsidR="00E474F6" w:rsidRPr="00CB0C0F">
        <w:rPr>
          <w:rFonts w:ascii="Calibri Light" w:eastAsia="Times New Roman" w:hAnsi="Calibri Light" w:cs="Calibri Light"/>
          <w:lang w:eastAsia="pl-PL"/>
        </w:rPr>
        <w:t>Andy’ego</w:t>
      </w:r>
      <w:proofErr w:type="spellEnd"/>
      <w:r w:rsidR="00E474F6" w:rsidRPr="00CB0C0F">
        <w:rPr>
          <w:rFonts w:ascii="Calibri Light" w:eastAsia="Times New Roman" w:hAnsi="Calibri Light" w:cs="Calibri Light"/>
          <w:lang w:eastAsia="pl-PL"/>
        </w:rPr>
        <w:t xml:space="preserve"> Warhola i stworzymy własną, małą FABRYKĘ SZTUKI! </w:t>
      </w:r>
    </w:p>
    <w:p w:rsidR="00E474F6" w:rsidRPr="00CB0C0F" w:rsidRDefault="00E474F6" w:rsidP="00E474F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>Poznamy technikę graficzną jaką jest serigrafia (sitodruk ręczny). Będziemy pracować jak prawdziwi artyści pop-artu – od projektu, przez naświetlanie matryc, po wielokolorowy druk. Stworzymy własną, niepowtarzalną serię grafik. Zajęcia skupią się na twórczym procesie, a każdy dzień przyniesie nową artystyczną inspirację i pogłębienie znajomości techniki sitodruku.</w:t>
      </w:r>
      <w:r w:rsidRPr="00CB0C0F">
        <w:rPr>
          <w:rFonts w:ascii="Calibri Light" w:eastAsia="Times New Roman" w:hAnsi="Calibri Light" w:cs="Calibri Light"/>
          <w:bCs/>
          <w:lang w:eastAsia="pl-PL"/>
        </w:rPr>
        <w:t> </w:t>
      </w:r>
      <w:r w:rsidRPr="00CB0C0F">
        <w:rPr>
          <w:rFonts w:ascii="Calibri Light" w:eastAsia="Times New Roman" w:hAnsi="Calibri Light" w:cs="Calibri Light"/>
          <w:lang w:eastAsia="pl-PL"/>
        </w:rPr>
        <w:t xml:space="preserve">   </w:t>
      </w:r>
    </w:p>
    <w:p w:rsidR="00E474F6" w:rsidRPr="00CB0C0F" w:rsidRDefault="00E474F6" w:rsidP="00E474F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 xml:space="preserve">Korzystając z flamastrów i kredek, będziemy rysować własne projekty i wykonamy klisze. Przygotujemy ramy sitodrukowe do druku, wymieszamy farby i nadrukujemy stworzone przez siebie wzory na papierach oraz torbach. Każdy warsztat wypełni twórcza energia i współpraca.  </w:t>
      </w:r>
    </w:p>
    <w:p w:rsidR="003F4B21" w:rsidRPr="00CB0C0F" w:rsidRDefault="003F4B21" w:rsidP="0061702F">
      <w:pPr>
        <w:spacing w:after="0" w:line="240" w:lineRule="auto"/>
        <w:rPr>
          <w:rFonts w:ascii="Calibri Light" w:eastAsia="Times New Roman" w:hAnsi="Calibri Light" w:cs="Calibri Light"/>
          <w:bCs/>
          <w:lang w:eastAsia="pl-PL"/>
        </w:rPr>
      </w:pPr>
    </w:p>
    <w:p w:rsidR="003F4B21" w:rsidRPr="00CB0C0F" w:rsidRDefault="003F4B21" w:rsidP="0061702F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</w:p>
    <w:p w:rsidR="00B63003" w:rsidRPr="00CB0C0F" w:rsidRDefault="00F11246" w:rsidP="0061702F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hAnsi="Calibri Light" w:cs="Calibri Light"/>
          <w:b/>
        </w:rPr>
        <w:t>23</w:t>
      </w:r>
      <w:r w:rsidR="00B63003" w:rsidRPr="00CB0C0F">
        <w:rPr>
          <w:rFonts w:ascii="Calibri Light" w:hAnsi="Calibri Light" w:cs="Calibri Light"/>
          <w:b/>
        </w:rPr>
        <w:t>‒</w:t>
      </w:r>
      <w:r w:rsidRPr="00CB0C0F">
        <w:rPr>
          <w:rFonts w:ascii="Calibri Light" w:hAnsi="Calibri Light" w:cs="Calibri Light"/>
          <w:b/>
        </w:rPr>
        <w:t>27.02</w:t>
      </w:r>
    </w:p>
    <w:p w:rsidR="008C0BAE" w:rsidRPr="00CB0C0F" w:rsidRDefault="009A4CBC" w:rsidP="008C0BAE">
      <w:pPr>
        <w:pStyle w:val="Zwykytekst"/>
        <w:rPr>
          <w:rFonts w:ascii="Calibri Light" w:hAnsi="Calibri Light" w:cs="Calibri Light"/>
          <w:szCs w:val="22"/>
        </w:rPr>
      </w:pPr>
      <w:r w:rsidRPr="00CB0C0F">
        <w:rPr>
          <w:rFonts w:ascii="Calibri Light" w:hAnsi="Calibri Light" w:cs="Calibri Light"/>
          <w:b/>
        </w:rPr>
        <w:t>g.</w:t>
      </w:r>
      <w:r w:rsidR="00B63003" w:rsidRPr="00CB0C0F">
        <w:rPr>
          <w:rFonts w:ascii="Calibri Light" w:hAnsi="Calibri Light" w:cs="Calibri Light"/>
          <w:b/>
        </w:rPr>
        <w:t xml:space="preserve"> 9-10.30</w:t>
      </w:r>
      <w:r w:rsidR="00C5104C" w:rsidRPr="00CB0C0F">
        <w:rPr>
          <w:rFonts w:ascii="Calibri Light" w:hAnsi="Calibri Light" w:cs="Calibri Light"/>
          <w:b/>
        </w:rPr>
        <w:t xml:space="preserve"> </w:t>
      </w:r>
      <w:r w:rsidR="00C77CD4" w:rsidRPr="00CB0C0F">
        <w:rPr>
          <w:rFonts w:ascii="Calibri Light" w:hAnsi="Calibri Light" w:cs="Calibri Light"/>
          <w:b/>
        </w:rPr>
        <w:t>| „Żongler</w:t>
      </w:r>
      <w:r w:rsidR="00915838" w:rsidRPr="00CB0C0F">
        <w:rPr>
          <w:rFonts w:ascii="Calibri Light" w:hAnsi="Calibri Light" w:cs="Calibri Light"/>
          <w:b/>
        </w:rPr>
        <w:t>” – warsztaty cyrkowe</w:t>
      </w:r>
      <w:r w:rsidR="008C0BAE" w:rsidRPr="00CB0C0F">
        <w:rPr>
          <w:rFonts w:ascii="Calibri Light" w:hAnsi="Calibri Light" w:cs="Calibri Light"/>
          <w:b/>
        </w:rPr>
        <w:t xml:space="preserve">       </w:t>
      </w:r>
    </w:p>
    <w:p w:rsidR="00F11246" w:rsidRPr="00CB0C0F" w:rsidRDefault="00915838" w:rsidP="00F1124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>Scena Nowa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/ bilety: pojedynczy warsztat 25 zł (dostępne od 1.02.)</w:t>
      </w:r>
      <w:r w:rsidRPr="00CB0C0F">
        <w:rPr>
          <w:rFonts w:ascii="Calibri Light" w:eastAsia="Times New Roman" w:hAnsi="Calibri Light" w:cs="Calibri Light"/>
          <w:lang w:eastAsia="pl-PL"/>
        </w:rPr>
        <w:t>/ czas trwania: 90’ / wiek: 7-11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</w:t>
      </w:r>
      <w:r w:rsidRPr="00CB0C0F">
        <w:rPr>
          <w:rFonts w:ascii="Calibri Light" w:eastAsia="Times New Roman" w:hAnsi="Calibri Light" w:cs="Calibri Light"/>
          <w:lang w:eastAsia="pl-PL"/>
        </w:rPr>
        <w:t>lat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/ </w:t>
      </w:r>
      <w:r w:rsidR="00F11246" w:rsidRPr="00CB0C0F">
        <w:rPr>
          <w:rFonts w:ascii="Calibri Light" w:eastAsiaTheme="minorHAnsi" w:hAnsi="Calibri Light" w:cs="Calibri Light"/>
        </w:rPr>
        <w:t>liczba miejsc ograniczona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</w:t>
      </w:r>
    </w:p>
    <w:p w:rsidR="009F3A19" w:rsidRPr="00CB0C0F" w:rsidRDefault="00643165" w:rsidP="0061702F">
      <w:pPr>
        <w:spacing w:after="0" w:line="240" w:lineRule="auto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prowadzenie:</w:t>
      </w:r>
      <w:r w:rsidR="008168E6" w:rsidRPr="00CB0C0F">
        <w:rPr>
          <w:rFonts w:ascii="Calibri Light" w:hAnsi="Calibri Light" w:cs="Calibri Light"/>
        </w:rPr>
        <w:t xml:space="preserve"> Kamil Malecki</w:t>
      </w:r>
    </w:p>
    <w:p w:rsidR="008168E6" w:rsidRPr="00CB0C0F" w:rsidRDefault="008168E6" w:rsidP="008168E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</w:p>
    <w:p w:rsidR="008168E6" w:rsidRPr="00CB0C0F" w:rsidRDefault="008168E6" w:rsidP="008168E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>Warsztaty cyrkowe, to znaczy co? </w:t>
      </w:r>
    </w:p>
    <w:p w:rsidR="008168E6" w:rsidRPr="00CB0C0F" w:rsidRDefault="008168E6" w:rsidP="008168E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>Czym jest cyrk, każdy wie - namiot, kolorowe stroje, artyści zajmujący się trudnymi dyscyp</w:t>
      </w:r>
      <w:r w:rsidR="00732312" w:rsidRPr="00CB0C0F">
        <w:rPr>
          <w:rFonts w:ascii="Calibri Light" w:eastAsia="Times New Roman" w:hAnsi="Calibri Light" w:cs="Calibri Light"/>
          <w:lang w:eastAsia="pl-PL"/>
        </w:rPr>
        <w:t>linami tj. akrobatyką, ekwilibrystyka czy żonglerką</w:t>
      </w:r>
      <w:r w:rsidRPr="00CB0C0F">
        <w:rPr>
          <w:rFonts w:ascii="Calibri Light" w:eastAsia="Times New Roman" w:hAnsi="Calibri Light" w:cs="Calibri Light"/>
          <w:lang w:eastAsia="pl-PL"/>
        </w:rPr>
        <w:t>, dobrze kojarzony klasyczny symbol. </w:t>
      </w:r>
    </w:p>
    <w:p w:rsidR="009F3A19" w:rsidRPr="00CB0C0F" w:rsidRDefault="008168E6" w:rsidP="00732312">
      <w:pPr>
        <w:spacing w:after="0" w:line="240" w:lineRule="auto"/>
        <w:rPr>
          <w:rFonts w:ascii="Calibri Light" w:eastAsia="Avenir Book" w:hAnsi="Calibri Light" w:cs="Calibri Light"/>
          <w:sz w:val="20"/>
          <w:szCs w:val="20"/>
        </w:rPr>
      </w:pPr>
      <w:r w:rsidRPr="00CB0C0F">
        <w:rPr>
          <w:rFonts w:ascii="Calibri Light" w:eastAsia="Times New Roman" w:hAnsi="Calibri Light" w:cs="Calibri Light"/>
          <w:lang w:eastAsia="pl-PL"/>
        </w:rPr>
        <w:t>Współcześnie cyrk ma w sobie dużo z tradycji, nadal mo</w:t>
      </w:r>
      <w:r w:rsidR="00F0391D" w:rsidRPr="00CB0C0F">
        <w:rPr>
          <w:rFonts w:ascii="Calibri Light" w:eastAsia="Times New Roman" w:hAnsi="Calibri Light" w:cs="Calibri Light"/>
          <w:lang w:eastAsia="pl-PL"/>
        </w:rPr>
        <w:t>żna spotkać podróżujących artystów występujących</w:t>
      </w:r>
      <w:r w:rsidRPr="00CB0C0F">
        <w:rPr>
          <w:rFonts w:ascii="Calibri Light" w:eastAsia="Times New Roman" w:hAnsi="Calibri Light" w:cs="Calibri Light"/>
          <w:lang w:eastAsia="pl-PL"/>
        </w:rPr>
        <w:t xml:space="preserve"> pod namiotami, ale ponadto rozwija się ruch nowego cyrku, który skupia się przede wszys</w:t>
      </w:r>
      <w:r w:rsidR="00732312" w:rsidRPr="00CB0C0F">
        <w:rPr>
          <w:rFonts w:ascii="Calibri Light" w:eastAsia="Times New Roman" w:hAnsi="Calibri Light" w:cs="Calibri Light"/>
          <w:lang w:eastAsia="pl-PL"/>
        </w:rPr>
        <w:t>tkim na eksperymentalnych i wyczynowych działaniach człowieka, nie zwierząt.</w:t>
      </w:r>
      <w:r w:rsidRPr="00CB0C0F">
        <w:rPr>
          <w:rFonts w:ascii="Calibri Light" w:eastAsia="Times New Roman" w:hAnsi="Calibri Light" w:cs="Calibri Light"/>
          <w:lang w:eastAsia="pl-PL"/>
        </w:rPr>
        <w:br/>
        <w:t xml:space="preserve">Nowy cyrk stał się też o wiele bardziej dostępny, nie tylko </w:t>
      </w:r>
      <w:r w:rsidR="00732312" w:rsidRPr="00CB0C0F">
        <w:rPr>
          <w:rFonts w:ascii="Calibri Light" w:eastAsia="Times New Roman" w:hAnsi="Calibri Light" w:cs="Calibri Light"/>
          <w:lang w:eastAsia="pl-PL"/>
        </w:rPr>
        <w:t>wyszedł spod namiotów na ulicę gdzie</w:t>
      </w:r>
      <w:r w:rsidRPr="00CB0C0F">
        <w:rPr>
          <w:rFonts w:ascii="Calibri Light" w:eastAsia="Times New Roman" w:hAnsi="Calibri Light" w:cs="Calibri Light"/>
          <w:lang w:eastAsia="pl-PL"/>
        </w:rPr>
        <w:t xml:space="preserve"> można zobaczyć nowe f</w:t>
      </w:r>
      <w:r w:rsidR="00732312" w:rsidRPr="00CB0C0F">
        <w:rPr>
          <w:rFonts w:ascii="Calibri Light" w:eastAsia="Times New Roman" w:hAnsi="Calibri Light" w:cs="Calibri Light"/>
          <w:lang w:eastAsia="pl-PL"/>
        </w:rPr>
        <w:t>ormy cyrkowych spektakli artystów ulicznych ale w</w:t>
      </w:r>
      <w:r w:rsidRPr="00CB0C0F">
        <w:rPr>
          <w:rFonts w:ascii="Calibri Light" w:eastAsia="Times New Roman" w:hAnsi="Calibri Light" w:cs="Calibri Light"/>
          <w:lang w:eastAsia="pl-PL"/>
        </w:rPr>
        <w:t>szedł też do szkół i instytucji kult</w:t>
      </w:r>
      <w:r w:rsidR="00732312" w:rsidRPr="00CB0C0F">
        <w:rPr>
          <w:rFonts w:ascii="Calibri Light" w:eastAsia="Times New Roman" w:hAnsi="Calibri Light" w:cs="Calibri Light"/>
          <w:lang w:eastAsia="pl-PL"/>
        </w:rPr>
        <w:t>ury jako nowy nurt zajęć</w:t>
      </w:r>
      <w:r w:rsidRPr="00CB0C0F">
        <w:rPr>
          <w:rFonts w:ascii="Calibri Light" w:eastAsia="Times New Roman" w:hAnsi="Calibri Light" w:cs="Calibri Light"/>
          <w:lang w:eastAsia="pl-PL"/>
        </w:rPr>
        <w:t xml:space="preserve"> z dziećmi i młodzieżą. </w:t>
      </w:r>
      <w:r w:rsidR="00732312" w:rsidRPr="00CB0C0F">
        <w:rPr>
          <w:rFonts w:ascii="Calibri Light" w:eastAsia="Times New Roman" w:hAnsi="Calibri Light" w:cs="Calibri Light"/>
          <w:lang w:eastAsia="pl-PL"/>
        </w:rPr>
        <w:t>Zapraszamy na świetną zabawę</w:t>
      </w:r>
      <w:r w:rsidR="001D36B5" w:rsidRPr="00CB0C0F">
        <w:rPr>
          <w:rFonts w:ascii="Calibri Light" w:eastAsia="Times New Roman" w:hAnsi="Calibri Light" w:cs="Calibri Light"/>
          <w:lang w:eastAsia="pl-PL"/>
        </w:rPr>
        <w:t xml:space="preserve"> z</w:t>
      </w:r>
      <w:r w:rsidR="001D36B5" w:rsidRPr="00CB0C0F">
        <w:rPr>
          <w:rFonts w:ascii="Calibri Light" w:hAnsi="Calibri Light" w:cs="Calibri Light"/>
        </w:rPr>
        <w:t xml:space="preserve"> piłkami, obręczami, maczugami, wirującymi talerzami i wieloma innymi cyrkowymi rekwizytami</w:t>
      </w:r>
    </w:p>
    <w:p w:rsidR="00E46D7E" w:rsidRPr="00CB0C0F" w:rsidRDefault="00E46D7E" w:rsidP="0061702F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</w:p>
    <w:p w:rsidR="00FD4149" w:rsidRPr="00CB0C0F" w:rsidRDefault="00FD4149" w:rsidP="0061702F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</w:p>
    <w:p w:rsidR="003F4B21" w:rsidRPr="00CB0C0F" w:rsidRDefault="00F11246" w:rsidP="003F4B21">
      <w:pPr>
        <w:spacing w:after="0" w:line="240" w:lineRule="auto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>23</w:t>
      </w:r>
      <w:r w:rsidR="005152F7" w:rsidRPr="00CB0C0F">
        <w:rPr>
          <w:rFonts w:ascii="Calibri Light" w:hAnsi="Calibri Light" w:cs="Calibri Light"/>
          <w:b/>
        </w:rPr>
        <w:t>‒</w:t>
      </w:r>
      <w:r w:rsidRPr="00CB0C0F">
        <w:rPr>
          <w:rFonts w:ascii="Calibri Light" w:hAnsi="Calibri Light" w:cs="Calibri Light"/>
          <w:b/>
        </w:rPr>
        <w:t>27.02</w:t>
      </w:r>
    </w:p>
    <w:p w:rsidR="00005B86" w:rsidRPr="00CB0C0F" w:rsidRDefault="009A4CBC" w:rsidP="003F4B21">
      <w:pPr>
        <w:spacing w:after="0" w:line="240" w:lineRule="auto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>g.</w:t>
      </w:r>
      <w:r w:rsidR="00005B86" w:rsidRPr="00CB0C0F">
        <w:rPr>
          <w:rFonts w:ascii="Calibri Light" w:hAnsi="Calibri Light" w:cs="Calibri Light"/>
          <w:b/>
        </w:rPr>
        <w:t xml:space="preserve"> 10.45</w:t>
      </w:r>
      <w:r w:rsidR="005F2D57" w:rsidRPr="00CB0C0F">
        <w:rPr>
          <w:rFonts w:ascii="Calibri Light" w:hAnsi="Calibri Light" w:cs="Calibri Light"/>
          <w:b/>
        </w:rPr>
        <w:t>-12</w:t>
      </w:r>
      <w:r w:rsidR="00F11246" w:rsidRPr="00CB0C0F">
        <w:rPr>
          <w:rFonts w:ascii="Calibri Light" w:hAnsi="Calibri Light" w:cs="Calibri Light"/>
          <w:b/>
        </w:rPr>
        <w:t xml:space="preserve">.15 </w:t>
      </w:r>
      <w:r w:rsidR="00927DDC" w:rsidRPr="00CB0C0F">
        <w:rPr>
          <w:rFonts w:ascii="Calibri Light" w:hAnsi="Calibri Light" w:cs="Calibri Light"/>
          <w:b/>
        </w:rPr>
        <w:t>| „</w:t>
      </w:r>
      <w:proofErr w:type="spellStart"/>
      <w:r w:rsidR="00927DDC" w:rsidRPr="00CB0C0F">
        <w:rPr>
          <w:rFonts w:ascii="Calibri Light" w:hAnsi="Calibri Light" w:cs="Calibri Light"/>
          <w:b/>
        </w:rPr>
        <w:t>Breaking</w:t>
      </w:r>
      <w:proofErr w:type="spellEnd"/>
      <w:r w:rsidR="00005B86" w:rsidRPr="00CB0C0F">
        <w:rPr>
          <w:rFonts w:ascii="Calibri Light" w:hAnsi="Calibri Light" w:cs="Calibri Light"/>
          <w:b/>
        </w:rPr>
        <w:t xml:space="preserve">” – </w:t>
      </w:r>
      <w:r w:rsidR="00927DDC" w:rsidRPr="00CB0C0F">
        <w:rPr>
          <w:rFonts w:ascii="Calibri Light" w:hAnsi="Calibri Light" w:cs="Calibri Light"/>
          <w:b/>
        </w:rPr>
        <w:t>warsztaty taneczne</w:t>
      </w:r>
    </w:p>
    <w:p w:rsidR="00F11246" w:rsidRPr="00CB0C0F" w:rsidRDefault="00927DDC" w:rsidP="00F1124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>Scena Nowa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/ bilety: pojedynczy warsztat 25 zł (dostępne od 1.02.)</w:t>
      </w:r>
      <w:r w:rsidRPr="00CB0C0F">
        <w:rPr>
          <w:rFonts w:ascii="Calibri Light" w:eastAsia="Times New Roman" w:hAnsi="Calibri Light" w:cs="Calibri Light"/>
          <w:lang w:eastAsia="pl-PL"/>
        </w:rPr>
        <w:t>/ czas trwania: 90’ / wiek: 7-11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lat / </w:t>
      </w:r>
      <w:r w:rsidR="00F11246" w:rsidRPr="00CB0C0F">
        <w:rPr>
          <w:rFonts w:ascii="Calibri Light" w:eastAsiaTheme="minorHAnsi" w:hAnsi="Calibri Light" w:cs="Calibri Light"/>
        </w:rPr>
        <w:t>liczba miejsc ograniczona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</w:t>
      </w:r>
    </w:p>
    <w:p w:rsidR="00005B86" w:rsidRPr="00CB0C0F" w:rsidRDefault="00927DDC" w:rsidP="00830458">
      <w:pPr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 xml:space="preserve">prowadzenie: Radosław </w:t>
      </w:r>
      <w:proofErr w:type="spellStart"/>
      <w:r w:rsidRPr="00CB0C0F">
        <w:rPr>
          <w:rFonts w:ascii="Calibri Light" w:eastAsia="Times New Roman" w:hAnsi="Calibri Light" w:cs="Calibri Light"/>
          <w:lang w:eastAsia="pl-PL"/>
        </w:rPr>
        <w:t>Arent</w:t>
      </w:r>
      <w:proofErr w:type="spellEnd"/>
    </w:p>
    <w:p w:rsidR="00927DDC" w:rsidRPr="00CB0C0F" w:rsidRDefault="00927DDC" w:rsidP="00927DDC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lang w:eastAsia="pl-PL"/>
        </w:rPr>
      </w:pPr>
      <w:proofErr w:type="spellStart"/>
      <w:r w:rsidRPr="00CB0C0F">
        <w:rPr>
          <w:rFonts w:ascii="Calibri Light" w:eastAsia="Times New Roman" w:hAnsi="Calibri Light" w:cs="Calibri Light"/>
          <w:bCs/>
          <w:lang w:eastAsia="pl-PL"/>
        </w:rPr>
        <w:t>Breaking</w:t>
      </w:r>
      <w:proofErr w:type="spellEnd"/>
      <w:r w:rsidRPr="00CB0C0F">
        <w:rPr>
          <w:rFonts w:ascii="Calibri Light" w:eastAsia="Times New Roman" w:hAnsi="Calibri Light" w:cs="Calibri Light"/>
          <w:lang w:eastAsia="pl-PL"/>
        </w:rPr>
        <w:t xml:space="preserve"> to jeden z najbardziej ekspresyjnych stylów tańca na świecie. Narodził się w sercu Nowego Jorku jako część kultury Hip Hop, to nie tylko taniec, to sposób na życie, wyrażenie siebie i pokonywanie własnych granic. Z nami, możesz poczuć jego prawdziwą moc! Jeśli chcesz poczuć magię improwizacji nauczyć się ruchów, które zapierają dech w piersiach, lub po prostu poczuć klimat prawdziwego Hip </w:t>
      </w:r>
      <w:proofErr w:type="spellStart"/>
      <w:r w:rsidRPr="00CB0C0F">
        <w:rPr>
          <w:rFonts w:ascii="Calibri Light" w:eastAsia="Times New Roman" w:hAnsi="Calibri Light" w:cs="Calibri Light"/>
          <w:lang w:eastAsia="pl-PL"/>
        </w:rPr>
        <w:t>Hopu</w:t>
      </w:r>
      <w:proofErr w:type="spellEnd"/>
      <w:r w:rsidRPr="00CB0C0F">
        <w:rPr>
          <w:rFonts w:ascii="Calibri Light" w:eastAsia="Times New Roman" w:hAnsi="Calibri Light" w:cs="Calibri Light"/>
          <w:lang w:eastAsia="pl-PL"/>
        </w:rPr>
        <w:t xml:space="preserve"> – </w:t>
      </w:r>
      <w:proofErr w:type="spellStart"/>
      <w:r w:rsidRPr="00CB0C0F">
        <w:rPr>
          <w:rFonts w:ascii="Calibri Light" w:eastAsia="Times New Roman" w:hAnsi="Calibri Light" w:cs="Calibri Light"/>
          <w:bCs/>
          <w:lang w:eastAsia="pl-PL"/>
        </w:rPr>
        <w:t>Breaking</w:t>
      </w:r>
      <w:proofErr w:type="spellEnd"/>
      <w:r w:rsidRPr="00CB0C0F">
        <w:rPr>
          <w:rFonts w:ascii="Calibri Light" w:eastAsia="Times New Roman" w:hAnsi="Calibri Light" w:cs="Calibri Light"/>
          <w:bCs/>
          <w:lang w:eastAsia="pl-PL"/>
        </w:rPr>
        <w:t>  jest właśnie  dla Ciebie</w:t>
      </w:r>
      <w:r w:rsidRPr="00CB0C0F">
        <w:rPr>
          <w:rFonts w:ascii="Calibri Light" w:eastAsia="Times New Roman" w:hAnsi="Calibri Light" w:cs="Calibri Light"/>
          <w:lang w:eastAsia="pl-PL"/>
        </w:rPr>
        <w:t>. Przyjdź, zobacz, poczuj energię i dołącz do naszej ekipy.</w:t>
      </w:r>
    </w:p>
    <w:p w:rsidR="009D0E81" w:rsidRPr="00CB0C0F" w:rsidRDefault="009D0E81" w:rsidP="0061702F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</w:p>
    <w:p w:rsidR="005152F7" w:rsidRPr="00CB0C0F" w:rsidRDefault="00F11246" w:rsidP="00CD4DDA">
      <w:pPr>
        <w:spacing w:after="0" w:line="240" w:lineRule="auto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>23</w:t>
      </w:r>
      <w:r w:rsidR="005152F7" w:rsidRPr="00CB0C0F">
        <w:rPr>
          <w:rFonts w:ascii="Calibri Light" w:hAnsi="Calibri Light" w:cs="Calibri Light"/>
          <w:b/>
        </w:rPr>
        <w:t>‒</w:t>
      </w:r>
      <w:r w:rsidRPr="00CB0C0F">
        <w:rPr>
          <w:rFonts w:ascii="Calibri Light" w:hAnsi="Calibri Light" w:cs="Calibri Light"/>
          <w:b/>
        </w:rPr>
        <w:t>26.02</w:t>
      </w:r>
    </w:p>
    <w:p w:rsidR="005152F7" w:rsidRPr="00CB0C0F" w:rsidRDefault="009A4CBC" w:rsidP="005152F7">
      <w:pPr>
        <w:spacing w:after="0" w:line="240" w:lineRule="auto"/>
        <w:rPr>
          <w:rFonts w:ascii="Calibri Light" w:eastAsia="Times New Roman" w:hAnsi="Calibri Light" w:cs="Calibri Light"/>
          <w:b/>
          <w:lang w:eastAsia="pl-PL"/>
        </w:rPr>
      </w:pPr>
      <w:r w:rsidRPr="00CB0C0F">
        <w:rPr>
          <w:rFonts w:ascii="Calibri Light" w:hAnsi="Calibri Light" w:cs="Calibri Light"/>
          <w:b/>
        </w:rPr>
        <w:t>g.</w:t>
      </w:r>
      <w:r w:rsidR="005152F7" w:rsidRPr="00CB0C0F">
        <w:rPr>
          <w:rFonts w:ascii="Calibri Light" w:hAnsi="Calibri Light" w:cs="Calibri Light"/>
          <w:b/>
        </w:rPr>
        <w:t xml:space="preserve"> </w:t>
      </w:r>
      <w:r w:rsidR="00872ABD" w:rsidRPr="00CB0C0F">
        <w:rPr>
          <w:rFonts w:ascii="Calibri Light" w:eastAsia="Times New Roman" w:hAnsi="Calibri Light" w:cs="Calibri Light"/>
          <w:b/>
          <w:lang w:eastAsia="pl-PL"/>
        </w:rPr>
        <w:t>12</w:t>
      </w:r>
      <w:r w:rsidR="00005B86" w:rsidRPr="00CB0C0F">
        <w:rPr>
          <w:rFonts w:ascii="Calibri Light" w:eastAsia="Times New Roman" w:hAnsi="Calibri Light" w:cs="Calibri Light"/>
          <w:b/>
          <w:lang w:eastAsia="pl-PL"/>
        </w:rPr>
        <w:t>.30-14</w:t>
      </w:r>
      <w:r w:rsidR="005152F7" w:rsidRPr="00CB0C0F">
        <w:rPr>
          <w:rFonts w:ascii="Calibri Light" w:eastAsia="Times New Roman" w:hAnsi="Calibri Light" w:cs="Calibri Light"/>
          <w:b/>
          <w:lang w:eastAsia="pl-PL"/>
        </w:rPr>
        <w:t xml:space="preserve"> | „</w:t>
      </w:r>
      <w:r w:rsidR="00303860" w:rsidRPr="00CB0C0F">
        <w:rPr>
          <w:rFonts w:ascii="Calibri Light" w:eastAsia="Times New Roman" w:hAnsi="Calibri Light" w:cs="Calibri Light"/>
          <w:b/>
          <w:bCs/>
          <w:lang w:eastAsia="pl-PL"/>
        </w:rPr>
        <w:t>Długopis 3D</w:t>
      </w:r>
      <w:r w:rsidR="005152F7" w:rsidRPr="00CB0C0F">
        <w:rPr>
          <w:rFonts w:ascii="Calibri Light" w:eastAsia="Times New Roman" w:hAnsi="Calibri Light" w:cs="Calibri Light"/>
          <w:b/>
          <w:bCs/>
          <w:lang w:eastAsia="pl-PL"/>
        </w:rPr>
        <w:t>”</w:t>
      </w:r>
      <w:r w:rsidR="00FD4149" w:rsidRPr="00CB0C0F">
        <w:rPr>
          <w:rFonts w:ascii="Calibri Light" w:eastAsia="Times New Roman" w:hAnsi="Calibri Light" w:cs="Calibri Light"/>
          <w:b/>
          <w:lang w:eastAsia="pl-PL"/>
        </w:rPr>
        <w:t xml:space="preserve"> – </w:t>
      </w:r>
      <w:r w:rsidR="00303860" w:rsidRPr="00CB0C0F">
        <w:rPr>
          <w:rFonts w:ascii="Calibri Light" w:eastAsia="Times New Roman" w:hAnsi="Calibri Light" w:cs="Calibri Light"/>
          <w:b/>
          <w:lang w:eastAsia="pl-PL"/>
        </w:rPr>
        <w:t>warsztaty projektowania</w:t>
      </w:r>
    </w:p>
    <w:p w:rsidR="00303860" w:rsidRPr="00CB0C0F" w:rsidRDefault="00303860" w:rsidP="00F11246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lastRenderedPageBreak/>
        <w:t>Sala Prób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/ bilety: pojedynczy warsztat 25 zł (dostępne od 1.02.)</w:t>
      </w:r>
      <w:r w:rsidRPr="00CB0C0F">
        <w:rPr>
          <w:rFonts w:ascii="Calibri Light" w:eastAsia="Times New Roman" w:hAnsi="Calibri Light" w:cs="Calibri Light"/>
          <w:lang w:eastAsia="pl-PL"/>
        </w:rPr>
        <w:t>/ czas trwania: 90’ / wiek: 7-11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lat / </w:t>
      </w:r>
      <w:r w:rsidR="00F11246" w:rsidRPr="00CB0C0F">
        <w:rPr>
          <w:rFonts w:ascii="Calibri Light" w:eastAsiaTheme="minorHAnsi" w:hAnsi="Calibri Light" w:cs="Calibri Light"/>
        </w:rPr>
        <w:t>liczba miejsc ograniczona</w:t>
      </w:r>
      <w:r w:rsidR="00F11246" w:rsidRPr="00CB0C0F">
        <w:rPr>
          <w:rFonts w:ascii="Calibri Light" w:eastAsia="Times New Roman" w:hAnsi="Calibri Light" w:cs="Calibri Light"/>
          <w:lang w:eastAsia="pl-PL"/>
        </w:rPr>
        <w:t xml:space="preserve"> </w:t>
      </w:r>
    </w:p>
    <w:p w:rsidR="00DA3BE8" w:rsidRDefault="00A149F5" w:rsidP="00554383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br/>
        <w:t>Dzieci poznają świat długopisów 3D, tworząc własne przestrzenne przedmioty. Każdego dnia czeka na nas inna przygoda, inny temat i nowa dawka kreatywnej zabawy!</w:t>
      </w:r>
      <w:r w:rsidRPr="00CB0C0F">
        <w:rPr>
          <w:rFonts w:ascii="Calibri Light" w:eastAsia="Times New Roman" w:hAnsi="Calibri Light" w:cs="Calibri Light"/>
          <w:lang w:eastAsia="pl-PL"/>
        </w:rPr>
        <w:br/>
        <w:t xml:space="preserve">Od bohaterów </w:t>
      </w:r>
      <w:proofErr w:type="spellStart"/>
      <w:r w:rsidRPr="00CB0C0F">
        <w:rPr>
          <w:rFonts w:ascii="Calibri Light" w:eastAsia="Times New Roman" w:hAnsi="Calibri Light" w:cs="Calibri Light"/>
          <w:lang w:eastAsia="pl-PL"/>
        </w:rPr>
        <w:t>Minecrafta</w:t>
      </w:r>
      <w:proofErr w:type="spellEnd"/>
      <w:r w:rsidRPr="00CB0C0F">
        <w:rPr>
          <w:rFonts w:ascii="Calibri Light" w:eastAsia="Times New Roman" w:hAnsi="Calibri Light" w:cs="Calibri Light"/>
          <w:lang w:eastAsia="pl-PL"/>
        </w:rPr>
        <w:t>, przez świat zwierząt, budowanie domów, a nawet całych miasteczek, po kosmiczne rakiety i roboty z odległej galaktyki.</w:t>
      </w:r>
      <w:r w:rsidR="00CB57FD" w:rsidRPr="00CB0C0F">
        <w:rPr>
          <w:rFonts w:ascii="Calibri Light" w:eastAsia="Times New Roman" w:hAnsi="Calibri Light" w:cs="Calibri Light"/>
          <w:lang w:eastAsia="pl-PL"/>
        </w:rPr>
        <w:t xml:space="preserve"> P</w:t>
      </w:r>
      <w:r w:rsidRPr="00CB0C0F">
        <w:rPr>
          <w:rFonts w:ascii="Calibri Light" w:eastAsia="Times New Roman" w:hAnsi="Calibri Light" w:cs="Calibri Light"/>
          <w:lang w:eastAsia="pl-PL"/>
        </w:rPr>
        <w:t>rzygoda pełna koloru, fantazji i kreatywności, pomysły stają się rzeczywistością.</w:t>
      </w:r>
    </w:p>
    <w:p w:rsidR="00554383" w:rsidRPr="00CB0C0F" w:rsidRDefault="00554383" w:rsidP="00554383">
      <w:pPr>
        <w:spacing w:after="240" w:line="240" w:lineRule="auto"/>
        <w:rPr>
          <w:rFonts w:ascii="Calibri Light" w:hAnsi="Calibri Light" w:cs="Calibri Light"/>
          <w:sz w:val="18"/>
          <w:szCs w:val="18"/>
        </w:rPr>
      </w:pPr>
    </w:p>
    <w:p w:rsidR="00DA3BE8" w:rsidRPr="00CB0C0F" w:rsidRDefault="00F11246" w:rsidP="00DA3BE8">
      <w:pPr>
        <w:spacing w:after="0"/>
        <w:rPr>
          <w:rFonts w:ascii="Calibri Light" w:hAnsi="Calibri Light" w:cs="Calibri Light"/>
          <w:b/>
        </w:rPr>
      </w:pPr>
      <w:r w:rsidRPr="00CB0C0F">
        <w:rPr>
          <w:rFonts w:ascii="Calibri Light" w:hAnsi="Calibri Light" w:cs="Calibri Light"/>
          <w:b/>
        </w:rPr>
        <w:t>27.02</w:t>
      </w:r>
    </w:p>
    <w:p w:rsidR="00DA3BE8" w:rsidRPr="00CB0C0F" w:rsidRDefault="008168E6" w:rsidP="00DA3BE8">
      <w:pPr>
        <w:spacing w:after="0"/>
        <w:rPr>
          <w:rFonts w:ascii="Calibri Light" w:eastAsia="Times New Roman" w:hAnsi="Calibri Light" w:cs="Calibri Light"/>
          <w:b/>
          <w:lang w:eastAsia="pl-PL"/>
        </w:rPr>
      </w:pPr>
      <w:r w:rsidRPr="00CB0C0F">
        <w:rPr>
          <w:rFonts w:ascii="Calibri Light" w:hAnsi="Calibri Light" w:cs="Calibri Light"/>
          <w:b/>
        </w:rPr>
        <w:t>g. 12.30-13.1</w:t>
      </w:r>
      <w:r w:rsidR="00DA3BE8" w:rsidRPr="00CB0C0F">
        <w:rPr>
          <w:rFonts w:ascii="Calibri Light" w:hAnsi="Calibri Light" w:cs="Calibri Light"/>
          <w:b/>
        </w:rPr>
        <w:t>0</w:t>
      </w:r>
      <w:r w:rsidRPr="00CB0C0F">
        <w:rPr>
          <w:rFonts w:ascii="Calibri Light" w:eastAsia="Times New Roman" w:hAnsi="Calibri Light" w:cs="Calibri Light"/>
          <w:b/>
          <w:lang w:eastAsia="pl-PL"/>
        </w:rPr>
        <w:t>|”Hop ku przygodzie” – spektakl cyrkowy Kamila Ż</w:t>
      </w:r>
      <w:r w:rsidR="001D36B5" w:rsidRPr="00CB0C0F">
        <w:rPr>
          <w:rFonts w:ascii="Calibri Light" w:eastAsia="Times New Roman" w:hAnsi="Calibri Light" w:cs="Calibri Light"/>
          <w:b/>
          <w:lang w:eastAsia="pl-PL"/>
        </w:rPr>
        <w:t>on</w:t>
      </w:r>
      <w:r w:rsidRPr="00CB0C0F">
        <w:rPr>
          <w:rFonts w:ascii="Calibri Light" w:eastAsia="Times New Roman" w:hAnsi="Calibri Light" w:cs="Calibri Light"/>
          <w:b/>
          <w:lang w:eastAsia="pl-PL"/>
        </w:rPr>
        <w:t>glera</w:t>
      </w:r>
      <w:r w:rsidR="00785012" w:rsidRPr="00CB0C0F">
        <w:rPr>
          <w:rFonts w:ascii="Calibri Light" w:eastAsia="Times New Roman" w:hAnsi="Calibri Light" w:cs="Calibri Light"/>
          <w:b/>
          <w:lang w:eastAsia="pl-PL"/>
        </w:rPr>
        <w:t xml:space="preserve"> Maleckiego</w:t>
      </w:r>
    </w:p>
    <w:p w:rsidR="00915838" w:rsidRPr="00CB0C0F" w:rsidRDefault="00F11246" w:rsidP="00915838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CB0C0F">
        <w:rPr>
          <w:rFonts w:ascii="Calibri Light" w:eastAsia="Times New Roman" w:hAnsi="Calibri Light" w:cs="Calibri Light"/>
          <w:lang w:eastAsia="pl-PL"/>
        </w:rPr>
        <w:t>Sala Wielka</w:t>
      </w:r>
      <w:r w:rsidR="008168E6" w:rsidRPr="00CB0C0F">
        <w:rPr>
          <w:rFonts w:ascii="Calibri Light" w:eastAsia="Times New Roman" w:hAnsi="Calibri Light" w:cs="Calibri Light"/>
          <w:lang w:eastAsia="pl-PL"/>
        </w:rPr>
        <w:t xml:space="preserve"> / bilety:</w:t>
      </w:r>
      <w:r w:rsidRPr="00CB0C0F">
        <w:rPr>
          <w:rFonts w:ascii="Calibri Light" w:eastAsia="Times New Roman" w:hAnsi="Calibri Light" w:cs="Calibri Light"/>
          <w:lang w:eastAsia="pl-PL"/>
        </w:rPr>
        <w:t xml:space="preserve"> 25 zł (dostępne od 1.02.)</w:t>
      </w:r>
      <w:r w:rsidR="008168E6" w:rsidRPr="00CB0C0F">
        <w:rPr>
          <w:rFonts w:ascii="Calibri Light" w:eastAsia="Times New Roman" w:hAnsi="Calibri Light" w:cs="Calibri Light"/>
          <w:lang w:eastAsia="pl-PL"/>
        </w:rPr>
        <w:t>/ czas trwania: 40’ / wiek: bo</w:t>
      </w:r>
      <w:r w:rsidRPr="00CB0C0F">
        <w:rPr>
          <w:rFonts w:ascii="Calibri Light" w:eastAsia="Times New Roman" w:hAnsi="Calibri Light" w:cs="Calibri Light"/>
          <w:lang w:eastAsia="pl-PL"/>
        </w:rPr>
        <w:t xml:space="preserve"> / </w:t>
      </w:r>
      <w:r w:rsidRPr="00CB0C0F">
        <w:rPr>
          <w:rFonts w:ascii="Calibri Light" w:eastAsiaTheme="minorHAnsi" w:hAnsi="Calibri Light" w:cs="Calibri Light"/>
        </w:rPr>
        <w:t>liczba miejsc ograniczona</w:t>
      </w:r>
      <w:r w:rsidRPr="00CB0C0F">
        <w:rPr>
          <w:rFonts w:ascii="Calibri Light" w:eastAsia="Times New Roman" w:hAnsi="Calibri Light" w:cs="Calibri Light"/>
          <w:lang w:eastAsia="pl-PL"/>
        </w:rPr>
        <w:t xml:space="preserve"> </w:t>
      </w:r>
    </w:p>
    <w:p w:rsidR="00915838" w:rsidRPr="00CB0C0F" w:rsidRDefault="00915838" w:rsidP="00915838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</w:p>
    <w:p w:rsidR="008168E6" w:rsidRPr="00CB0C0F" w:rsidRDefault="008168E6" w:rsidP="00915838">
      <w:pPr>
        <w:spacing w:after="0" w:line="240" w:lineRule="auto"/>
        <w:rPr>
          <w:rFonts w:ascii="Calibri Light" w:eastAsia="Times New Roman" w:hAnsi="Calibri Light" w:cs="Calibri Light"/>
          <w:lang w:eastAsia="pl-PL"/>
        </w:rPr>
      </w:pPr>
      <w:r w:rsidRPr="00554383">
        <w:rPr>
          <w:rFonts w:ascii="Calibri Light" w:eastAsia="Times New Roman" w:hAnsi="Calibri Light" w:cs="Calibri Light"/>
          <w:lang w:eastAsia="pl-PL"/>
        </w:rPr>
        <w:t xml:space="preserve">Na przygodę trzeba być uważnym i otwartym. Jeżeli nie dostrzeżemy jej w odpowiednim momencie, ucieknie i jak królik schowa się do swojej nory. Jedna z takich przygód czai się tuż za rogiem. Kamil żongler zaprasza do swojego świata wirujących w powietrzu piłek, obręczy i maczug. Zobaczymy dokąd zaprowadzi naszego bohatera jego psotny czerwony nosek i co może ukrywać się za na pozór zwykłymi rzeczami. Spektakl </w:t>
      </w:r>
      <w:r w:rsidR="001D36B5" w:rsidRPr="00554383">
        <w:rPr>
          <w:rFonts w:ascii="Calibri Light" w:eastAsia="Times New Roman" w:hAnsi="Calibri Light" w:cs="Calibri Light"/>
          <w:lang w:eastAsia="pl-PL"/>
        </w:rPr>
        <w:t xml:space="preserve">ten </w:t>
      </w:r>
      <w:r w:rsidRPr="00554383">
        <w:rPr>
          <w:rFonts w:ascii="Calibri Light" w:eastAsia="Times New Roman" w:hAnsi="Calibri Light" w:cs="Calibri Light"/>
          <w:lang w:eastAsia="pl-PL"/>
        </w:rPr>
        <w:t>to propozycja do rodzinnego spędzenia czasu dla tych zupełnie małych i dużych, z brodami, wąsami i tych bez nich też.</w:t>
      </w:r>
    </w:p>
    <w:p w:rsidR="00212808" w:rsidRDefault="00212808" w:rsidP="00915838">
      <w:pPr>
        <w:spacing w:after="0" w:line="240" w:lineRule="auto"/>
        <w:rPr>
          <w:rFonts w:ascii="Calibri Light" w:hAnsi="Calibri Light" w:cs="Calibri Light"/>
        </w:rPr>
      </w:pPr>
    </w:p>
    <w:p w:rsidR="00554383" w:rsidRPr="00CB0C0F" w:rsidRDefault="00554383" w:rsidP="00915838">
      <w:pPr>
        <w:spacing w:after="0" w:line="240" w:lineRule="auto"/>
        <w:rPr>
          <w:rFonts w:ascii="Calibri Light" w:hAnsi="Calibri Light" w:cs="Calibri Light"/>
        </w:rPr>
      </w:pPr>
      <w:bookmarkStart w:id="0" w:name="_GoBack"/>
      <w:bookmarkEnd w:id="0"/>
    </w:p>
    <w:p w:rsidR="00433ABB" w:rsidRPr="00CB0C0F" w:rsidRDefault="00433ABB" w:rsidP="00554383">
      <w:pPr>
        <w:shd w:val="clear" w:color="auto" w:fill="FFFFFF"/>
        <w:spacing w:after="0" w:line="240" w:lineRule="auto"/>
        <w:jc w:val="center"/>
        <w:rPr>
          <w:rFonts w:ascii="Calibri Light" w:eastAsia="Times New Roman" w:hAnsi="Calibri Light" w:cs="Calibri Light"/>
          <w:color w:val="777777"/>
          <w:lang w:eastAsia="pl-PL"/>
        </w:rPr>
      </w:pPr>
    </w:p>
    <w:p w:rsidR="00CB0C0F" w:rsidRPr="00CB0C0F" w:rsidRDefault="00CB0C0F" w:rsidP="00CB0C0F">
      <w:pPr>
        <w:pStyle w:val="NormalnyWeb"/>
        <w:spacing w:before="0" w:beforeAutospacing="0" w:after="0" w:afterAutospacing="0"/>
        <w:jc w:val="both"/>
        <w:rPr>
          <w:rFonts w:ascii="Calibri Light" w:hAnsi="Calibri Light" w:cs="Calibri Light"/>
          <w:b/>
          <w:sz w:val="28"/>
        </w:rPr>
      </w:pPr>
      <w:r w:rsidRPr="00CB0C0F">
        <w:rPr>
          <w:rFonts w:ascii="Calibri Light" w:hAnsi="Calibri Light" w:cs="Calibri Light"/>
          <w:b/>
          <w:sz w:val="28"/>
        </w:rPr>
        <w:t>Zima w Zamku 2026</w:t>
      </w:r>
    </w:p>
    <w:p w:rsidR="00CB0C0F" w:rsidRPr="00CB0C0F" w:rsidRDefault="00CB0C0F" w:rsidP="00CB0C0F">
      <w:pPr>
        <w:pStyle w:val="NormalnyWeb"/>
        <w:spacing w:before="0" w:beforeAutospacing="0" w:after="0" w:afterAutospacing="0"/>
        <w:jc w:val="both"/>
        <w:rPr>
          <w:rFonts w:ascii="Calibri Light" w:hAnsi="Calibri Light" w:cs="Calibri Light"/>
          <w:sz w:val="28"/>
        </w:rPr>
      </w:pPr>
      <w:r w:rsidRPr="00CB0C0F">
        <w:rPr>
          <w:rFonts w:ascii="Calibri Light" w:hAnsi="Calibri Light" w:cs="Calibri Light"/>
          <w:sz w:val="28"/>
        </w:rPr>
        <w:t>15-27.02.2026</w:t>
      </w:r>
    </w:p>
    <w:p w:rsidR="00CB0C0F" w:rsidRPr="00CB0C0F" w:rsidRDefault="00CB0C0F" w:rsidP="00CB0C0F">
      <w:pPr>
        <w:pStyle w:val="NormalnyWeb"/>
        <w:spacing w:before="0" w:beforeAutospacing="0" w:after="0" w:afterAutospacing="0"/>
        <w:jc w:val="both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Centrum Kultury ZAMEK w Poznaniu</w:t>
      </w:r>
    </w:p>
    <w:p w:rsidR="00CB0C0F" w:rsidRPr="00CB0C0F" w:rsidRDefault="00CB0C0F" w:rsidP="00CB0C0F">
      <w:pPr>
        <w:pStyle w:val="NormalnyWeb"/>
        <w:spacing w:before="0" w:beforeAutospacing="0" w:after="0" w:afterAutospacing="0"/>
        <w:jc w:val="both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>bilety dostępne online i w Kasie CK ZAMEK</w:t>
      </w:r>
    </w:p>
    <w:p w:rsidR="00CB0C0F" w:rsidRPr="00CB0C0F" w:rsidRDefault="00CB0C0F" w:rsidP="00CB0C0F">
      <w:pPr>
        <w:pStyle w:val="NormalnyWeb"/>
        <w:spacing w:before="0" w:beforeAutospacing="0" w:after="0" w:afterAutospacing="0"/>
        <w:jc w:val="both"/>
        <w:rPr>
          <w:rFonts w:ascii="Calibri Light" w:hAnsi="Calibri Light" w:cs="Calibri Light"/>
        </w:rPr>
      </w:pPr>
    </w:p>
    <w:p w:rsidR="00CB0C0F" w:rsidRPr="00CB0C0F" w:rsidRDefault="00CB0C0F" w:rsidP="00CB0C0F">
      <w:pPr>
        <w:pStyle w:val="NormalnyWeb"/>
        <w:spacing w:before="0" w:beforeAutospacing="0" w:after="0" w:afterAutospacing="0"/>
        <w:rPr>
          <w:rFonts w:ascii="Calibri Light" w:hAnsi="Calibri Light" w:cs="Calibri Light"/>
        </w:rPr>
      </w:pPr>
      <w:r w:rsidRPr="00CB0C0F">
        <w:rPr>
          <w:rFonts w:ascii="Calibri Light" w:hAnsi="Calibri Light" w:cs="Calibri Light"/>
        </w:rPr>
        <w:t xml:space="preserve">Więcej informacji: </w:t>
      </w:r>
      <w:hyperlink r:id="rId7" w:history="1">
        <w:r w:rsidRPr="00CB0C0F">
          <w:rPr>
            <w:rStyle w:val="Hipercze"/>
            <w:rFonts w:ascii="Calibri Light" w:hAnsi="Calibri Light" w:cs="Calibri Light"/>
          </w:rPr>
          <w:t>https://ckzamek.pl/wydarzenia/13898-zima-w-zamku-2026-ferie-pene-sztuki-zabawy-i-odkry/</w:t>
        </w:r>
      </w:hyperlink>
    </w:p>
    <w:p w:rsidR="00CB0C0F" w:rsidRPr="00CB0C0F" w:rsidRDefault="00CB0C0F" w:rsidP="00CB0C0F">
      <w:pPr>
        <w:pStyle w:val="NormalnyWeb"/>
        <w:spacing w:before="0" w:beforeAutospacing="0" w:after="0" w:afterAutospacing="0"/>
        <w:jc w:val="both"/>
        <w:rPr>
          <w:rFonts w:ascii="Calibri Light" w:hAnsi="Calibri Light" w:cs="Calibri Light"/>
        </w:rPr>
      </w:pPr>
    </w:p>
    <w:p w:rsidR="00CB0C0F" w:rsidRPr="00CB0C0F" w:rsidRDefault="00CB0C0F" w:rsidP="00CB0C0F">
      <w:pPr>
        <w:pStyle w:val="NormalnyWeb"/>
        <w:spacing w:before="0" w:beforeAutospacing="0" w:after="0" w:afterAutospacing="0"/>
        <w:jc w:val="both"/>
        <w:rPr>
          <w:rStyle w:val="Pogrubienie"/>
          <w:rFonts w:ascii="Calibri Light" w:hAnsi="Calibri Light" w:cs="Calibri Light"/>
          <w:b w:val="0"/>
        </w:rPr>
      </w:pPr>
      <w:r w:rsidRPr="00CB0C0F">
        <w:rPr>
          <w:rStyle w:val="Pogrubienie"/>
          <w:rFonts w:ascii="Calibri Light" w:hAnsi="Calibri Light" w:cs="Calibri Light"/>
        </w:rPr>
        <w:t>Organizatorzy:</w:t>
      </w:r>
      <w:r w:rsidRPr="00CB0C0F">
        <w:rPr>
          <w:rStyle w:val="Pogrubienie"/>
          <w:rFonts w:ascii="Calibri Light" w:hAnsi="Calibri Light" w:cs="Calibri Light"/>
          <w:b w:val="0"/>
        </w:rPr>
        <w:t xml:space="preserve"> Centrum Kultury ZAMEK w Poznaniu</w:t>
      </w:r>
    </w:p>
    <w:p w:rsidR="00CB0C0F" w:rsidRPr="00CB0C0F" w:rsidRDefault="00CB0C0F" w:rsidP="00CB0C0F">
      <w:pPr>
        <w:pStyle w:val="NormalnyWeb"/>
        <w:jc w:val="both"/>
        <w:rPr>
          <w:rStyle w:val="Pogrubienie"/>
          <w:rFonts w:ascii="Calibri Light" w:hAnsi="Calibri Light" w:cs="Calibri Light"/>
          <w:b w:val="0"/>
        </w:rPr>
      </w:pPr>
      <w:r w:rsidRPr="00CB0C0F">
        <w:rPr>
          <w:rStyle w:val="Pogrubienie"/>
          <w:rFonts w:ascii="Calibri Light" w:hAnsi="Calibri Light" w:cs="Calibri Light"/>
          <w:b w:val="0"/>
        </w:rPr>
        <w:t>___________________</w:t>
      </w:r>
    </w:p>
    <w:p w:rsidR="00CB0C0F" w:rsidRPr="00CB0C0F" w:rsidRDefault="00CB0C0F" w:rsidP="00CB0C0F">
      <w:pPr>
        <w:rPr>
          <w:rFonts w:ascii="Calibri Light" w:hAnsi="Calibri Light" w:cs="Calibri Light"/>
          <w:sz w:val="24"/>
          <w:u w:val="single"/>
        </w:rPr>
      </w:pPr>
      <w:r w:rsidRPr="00CB0C0F">
        <w:rPr>
          <w:rFonts w:ascii="Calibri Light" w:hAnsi="Calibri Light" w:cs="Calibri Light"/>
          <w:sz w:val="24"/>
          <w:u w:val="single"/>
        </w:rPr>
        <w:t>Materiały prasowe:</w:t>
      </w:r>
      <w:r w:rsidRPr="00CB0C0F">
        <w:rPr>
          <w:rFonts w:ascii="Calibri Light" w:hAnsi="Calibri Light" w:cs="Calibri Light"/>
          <w:sz w:val="24"/>
        </w:rPr>
        <w:t xml:space="preserve"> </w:t>
      </w:r>
      <w:hyperlink r:id="rId8" w:history="1">
        <w:r w:rsidRPr="00CB0C0F">
          <w:rPr>
            <w:rStyle w:val="Hipercze"/>
            <w:rFonts w:ascii="Calibri Light" w:hAnsi="Calibri Light" w:cs="Calibri Light"/>
            <w:sz w:val="24"/>
          </w:rPr>
          <w:t>https://ckzamek.pl/podstrony/56-pressroom/</w:t>
        </w:r>
      </w:hyperlink>
      <w:r w:rsidRPr="00CB0C0F">
        <w:rPr>
          <w:rFonts w:ascii="Calibri Light" w:hAnsi="Calibri Light" w:cs="Calibri Light"/>
          <w:sz w:val="24"/>
          <w:u w:val="single"/>
        </w:rPr>
        <w:br/>
      </w:r>
      <w:r w:rsidRPr="00CB0C0F">
        <w:rPr>
          <w:rFonts w:ascii="Calibri Light" w:hAnsi="Calibri Light" w:cs="Calibri Light"/>
          <w:sz w:val="24"/>
          <w:u w:val="single"/>
        </w:rPr>
        <w:br/>
        <w:t>Kontakt dla mediów</w:t>
      </w:r>
    </w:p>
    <w:p w:rsidR="00CB0C0F" w:rsidRPr="00CB0C0F" w:rsidRDefault="00CB0C0F" w:rsidP="00CB0C0F">
      <w:pPr>
        <w:rPr>
          <w:rFonts w:ascii="Calibri Light" w:hAnsi="Calibri Light" w:cs="Calibri Light"/>
          <w:sz w:val="24"/>
        </w:rPr>
      </w:pPr>
      <w:r w:rsidRPr="00CB0C0F">
        <w:rPr>
          <w:rFonts w:ascii="Calibri Light" w:hAnsi="Calibri Light" w:cs="Calibri Light"/>
          <w:sz w:val="24"/>
        </w:rPr>
        <w:t xml:space="preserve">Biuro Prasowe CK ZAMEK | </w:t>
      </w:r>
      <w:r w:rsidRPr="00CB0C0F">
        <w:rPr>
          <w:rStyle w:val="Hipercze"/>
          <w:rFonts w:ascii="Calibri Light" w:hAnsi="Calibri Light" w:cs="Calibri Light"/>
          <w:sz w:val="24"/>
        </w:rPr>
        <w:t>press@ckzamek.pl</w:t>
      </w:r>
      <w:r w:rsidRPr="00CB0C0F">
        <w:rPr>
          <w:rFonts w:ascii="Calibri Light" w:hAnsi="Calibri Light" w:cs="Calibri Light"/>
          <w:sz w:val="24"/>
        </w:rPr>
        <w:t xml:space="preserve"> </w:t>
      </w:r>
      <w:r w:rsidRPr="00CB0C0F">
        <w:rPr>
          <w:rFonts w:ascii="Calibri Light" w:hAnsi="Calibri Light" w:cs="Calibri Light"/>
          <w:sz w:val="24"/>
        </w:rPr>
        <w:br/>
        <w:t xml:space="preserve">Anna Gruszka | tel. 607 609 027 </w:t>
      </w:r>
    </w:p>
    <w:p w:rsidR="00DA3BE8" w:rsidRPr="00CB0C0F" w:rsidRDefault="00DA3BE8" w:rsidP="00433ABB">
      <w:pPr>
        <w:rPr>
          <w:rFonts w:ascii="Calibri Light" w:eastAsia="Times New Roman" w:hAnsi="Calibri Light" w:cs="Calibri Light"/>
          <w:lang w:eastAsia="pl-PL"/>
        </w:rPr>
      </w:pPr>
    </w:p>
    <w:sectPr w:rsidR="00DA3BE8" w:rsidRPr="00CB0C0F">
      <w:head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C0F" w:rsidRDefault="00CB0C0F" w:rsidP="00CB0C0F">
      <w:pPr>
        <w:spacing w:after="0" w:line="240" w:lineRule="auto"/>
      </w:pPr>
      <w:r>
        <w:separator/>
      </w:r>
    </w:p>
  </w:endnote>
  <w:endnote w:type="continuationSeparator" w:id="0">
    <w:p w:rsidR="00CB0C0F" w:rsidRDefault="00CB0C0F" w:rsidP="00CB0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venir Book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C0F" w:rsidRDefault="00CB0C0F" w:rsidP="00CB0C0F">
      <w:pPr>
        <w:spacing w:after="0" w:line="240" w:lineRule="auto"/>
      </w:pPr>
      <w:r>
        <w:separator/>
      </w:r>
    </w:p>
  </w:footnote>
  <w:footnote w:type="continuationSeparator" w:id="0">
    <w:p w:rsidR="00CB0C0F" w:rsidRDefault="00CB0C0F" w:rsidP="00CB0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C0F" w:rsidRPr="00CB0C0F" w:rsidRDefault="00CB0C0F" w:rsidP="00CB0C0F">
    <w:pPr>
      <w:pStyle w:val="Nagwek"/>
      <w:jc w:val="right"/>
      <w:rPr>
        <w:sz w:val="20"/>
      </w:rPr>
    </w:pPr>
    <w:r w:rsidRPr="00CB0C0F">
      <w:rPr>
        <w:sz w:val="20"/>
      </w:rPr>
      <w:t>Materiały prasowe Centrum Kultury ZAMEK w Poznaniu | Zima w Zamku 2026</w:t>
    </w:r>
  </w:p>
  <w:p w:rsidR="00CB0C0F" w:rsidRDefault="00CB0C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BD2BA5"/>
    <w:multiLevelType w:val="multilevel"/>
    <w:tmpl w:val="3160BB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EF06A8"/>
    <w:multiLevelType w:val="multilevel"/>
    <w:tmpl w:val="083A0F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B10AF8"/>
    <w:multiLevelType w:val="multilevel"/>
    <w:tmpl w:val="049645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D6F21"/>
    <w:multiLevelType w:val="multilevel"/>
    <w:tmpl w:val="25DA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500C12"/>
    <w:multiLevelType w:val="hybridMultilevel"/>
    <w:tmpl w:val="59A6A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CD4C5D"/>
    <w:multiLevelType w:val="multilevel"/>
    <w:tmpl w:val="B4BAD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826415"/>
    <w:multiLevelType w:val="multilevel"/>
    <w:tmpl w:val="6A92CE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D90"/>
    <w:rsid w:val="00005B86"/>
    <w:rsid w:val="00010CEE"/>
    <w:rsid w:val="000361D8"/>
    <w:rsid w:val="000402BE"/>
    <w:rsid w:val="0004419F"/>
    <w:rsid w:val="00044D29"/>
    <w:rsid w:val="0004555A"/>
    <w:rsid w:val="000B3FB8"/>
    <w:rsid w:val="000B4766"/>
    <w:rsid w:val="000D6044"/>
    <w:rsid w:val="000E0694"/>
    <w:rsid w:val="000E42E7"/>
    <w:rsid w:val="000E7271"/>
    <w:rsid w:val="001029F7"/>
    <w:rsid w:val="00126028"/>
    <w:rsid w:val="001329AF"/>
    <w:rsid w:val="001354CA"/>
    <w:rsid w:val="0014148B"/>
    <w:rsid w:val="00145D1B"/>
    <w:rsid w:val="001631A8"/>
    <w:rsid w:val="00182C7B"/>
    <w:rsid w:val="00183438"/>
    <w:rsid w:val="00195C7E"/>
    <w:rsid w:val="001A1FC8"/>
    <w:rsid w:val="001B0D23"/>
    <w:rsid w:val="001B3B4C"/>
    <w:rsid w:val="001C1B3B"/>
    <w:rsid w:val="001D36B5"/>
    <w:rsid w:val="001F4C8B"/>
    <w:rsid w:val="00203631"/>
    <w:rsid w:val="00203688"/>
    <w:rsid w:val="00212808"/>
    <w:rsid w:val="00220A69"/>
    <w:rsid w:val="00234698"/>
    <w:rsid w:val="00240EE4"/>
    <w:rsid w:val="00241DA8"/>
    <w:rsid w:val="00264FDE"/>
    <w:rsid w:val="002771F7"/>
    <w:rsid w:val="00280576"/>
    <w:rsid w:val="002853E5"/>
    <w:rsid w:val="0029210E"/>
    <w:rsid w:val="002A2911"/>
    <w:rsid w:val="002A6739"/>
    <w:rsid w:val="002B2338"/>
    <w:rsid w:val="002C3A8C"/>
    <w:rsid w:val="002E3ADE"/>
    <w:rsid w:val="002F518E"/>
    <w:rsid w:val="00303860"/>
    <w:rsid w:val="00310D05"/>
    <w:rsid w:val="00324DA1"/>
    <w:rsid w:val="00334D8B"/>
    <w:rsid w:val="00391343"/>
    <w:rsid w:val="003A2AB6"/>
    <w:rsid w:val="003C6C09"/>
    <w:rsid w:val="003C7237"/>
    <w:rsid w:val="003D2639"/>
    <w:rsid w:val="003E225C"/>
    <w:rsid w:val="003F4B21"/>
    <w:rsid w:val="00400C86"/>
    <w:rsid w:val="0040290C"/>
    <w:rsid w:val="00410672"/>
    <w:rsid w:val="00410A92"/>
    <w:rsid w:val="004172C1"/>
    <w:rsid w:val="0043172E"/>
    <w:rsid w:val="00432860"/>
    <w:rsid w:val="00433ABB"/>
    <w:rsid w:val="00434796"/>
    <w:rsid w:val="00446D65"/>
    <w:rsid w:val="004648A5"/>
    <w:rsid w:val="00466B1A"/>
    <w:rsid w:val="00485CAB"/>
    <w:rsid w:val="004924E1"/>
    <w:rsid w:val="004A2496"/>
    <w:rsid w:val="004A51BD"/>
    <w:rsid w:val="004B4607"/>
    <w:rsid w:val="004C4369"/>
    <w:rsid w:val="004C5B93"/>
    <w:rsid w:val="004D2826"/>
    <w:rsid w:val="004E2633"/>
    <w:rsid w:val="004F08CB"/>
    <w:rsid w:val="004F6226"/>
    <w:rsid w:val="00503023"/>
    <w:rsid w:val="00510699"/>
    <w:rsid w:val="0051169B"/>
    <w:rsid w:val="00512317"/>
    <w:rsid w:val="00513305"/>
    <w:rsid w:val="005152F7"/>
    <w:rsid w:val="00523EA6"/>
    <w:rsid w:val="005328C0"/>
    <w:rsid w:val="005523AA"/>
    <w:rsid w:val="00554383"/>
    <w:rsid w:val="00563A60"/>
    <w:rsid w:val="00567EA0"/>
    <w:rsid w:val="00570DBF"/>
    <w:rsid w:val="00572512"/>
    <w:rsid w:val="00576977"/>
    <w:rsid w:val="005865CB"/>
    <w:rsid w:val="005A2961"/>
    <w:rsid w:val="005A2ADB"/>
    <w:rsid w:val="005D60BD"/>
    <w:rsid w:val="005E5293"/>
    <w:rsid w:val="005E775C"/>
    <w:rsid w:val="005F20B8"/>
    <w:rsid w:val="005F2D57"/>
    <w:rsid w:val="006041F6"/>
    <w:rsid w:val="00610F02"/>
    <w:rsid w:val="0061702F"/>
    <w:rsid w:val="00622BE1"/>
    <w:rsid w:val="00643165"/>
    <w:rsid w:val="00645D90"/>
    <w:rsid w:val="006855AB"/>
    <w:rsid w:val="00685C3D"/>
    <w:rsid w:val="006B0037"/>
    <w:rsid w:val="006C3A30"/>
    <w:rsid w:val="006C5E53"/>
    <w:rsid w:val="006F20E8"/>
    <w:rsid w:val="006F460C"/>
    <w:rsid w:val="00703D47"/>
    <w:rsid w:val="00704A6E"/>
    <w:rsid w:val="00730EC4"/>
    <w:rsid w:val="00732312"/>
    <w:rsid w:val="0073547D"/>
    <w:rsid w:val="0074784B"/>
    <w:rsid w:val="007542AF"/>
    <w:rsid w:val="00757F3B"/>
    <w:rsid w:val="007663FE"/>
    <w:rsid w:val="0077713A"/>
    <w:rsid w:val="00782006"/>
    <w:rsid w:val="00785012"/>
    <w:rsid w:val="007B2364"/>
    <w:rsid w:val="007B710C"/>
    <w:rsid w:val="007D3620"/>
    <w:rsid w:val="007D40C4"/>
    <w:rsid w:val="007D7D4D"/>
    <w:rsid w:val="0080116D"/>
    <w:rsid w:val="0080375B"/>
    <w:rsid w:val="008168E6"/>
    <w:rsid w:val="00830458"/>
    <w:rsid w:val="008454A8"/>
    <w:rsid w:val="00853BF2"/>
    <w:rsid w:val="008615D3"/>
    <w:rsid w:val="00863E68"/>
    <w:rsid w:val="00871CA7"/>
    <w:rsid w:val="00872ABD"/>
    <w:rsid w:val="0089530D"/>
    <w:rsid w:val="008A5D7A"/>
    <w:rsid w:val="008B6E16"/>
    <w:rsid w:val="008C0BAE"/>
    <w:rsid w:val="008D7A40"/>
    <w:rsid w:val="00915838"/>
    <w:rsid w:val="00927DDC"/>
    <w:rsid w:val="00931F60"/>
    <w:rsid w:val="009723C9"/>
    <w:rsid w:val="0097273A"/>
    <w:rsid w:val="009909E9"/>
    <w:rsid w:val="009A4CBC"/>
    <w:rsid w:val="009C1477"/>
    <w:rsid w:val="009D0E81"/>
    <w:rsid w:val="009D435B"/>
    <w:rsid w:val="009D7258"/>
    <w:rsid w:val="009F0F12"/>
    <w:rsid w:val="009F3201"/>
    <w:rsid w:val="009F3A19"/>
    <w:rsid w:val="00A126B6"/>
    <w:rsid w:val="00A149F5"/>
    <w:rsid w:val="00A2404D"/>
    <w:rsid w:val="00A24374"/>
    <w:rsid w:val="00A24515"/>
    <w:rsid w:val="00A34B03"/>
    <w:rsid w:val="00A36AB0"/>
    <w:rsid w:val="00A66BC9"/>
    <w:rsid w:val="00A74526"/>
    <w:rsid w:val="00A771FB"/>
    <w:rsid w:val="00A83966"/>
    <w:rsid w:val="00A91F5E"/>
    <w:rsid w:val="00AA2E10"/>
    <w:rsid w:val="00AD1B56"/>
    <w:rsid w:val="00AD3823"/>
    <w:rsid w:val="00B07EA9"/>
    <w:rsid w:val="00B2654B"/>
    <w:rsid w:val="00B359E6"/>
    <w:rsid w:val="00B42917"/>
    <w:rsid w:val="00B42C34"/>
    <w:rsid w:val="00B63003"/>
    <w:rsid w:val="00B645BF"/>
    <w:rsid w:val="00B9145B"/>
    <w:rsid w:val="00B97E4B"/>
    <w:rsid w:val="00BC0FFA"/>
    <w:rsid w:val="00BE6E5C"/>
    <w:rsid w:val="00BF0CEA"/>
    <w:rsid w:val="00BF2FDB"/>
    <w:rsid w:val="00C00B70"/>
    <w:rsid w:val="00C124C0"/>
    <w:rsid w:val="00C20395"/>
    <w:rsid w:val="00C31636"/>
    <w:rsid w:val="00C5104C"/>
    <w:rsid w:val="00C53B44"/>
    <w:rsid w:val="00C66DC6"/>
    <w:rsid w:val="00C762F6"/>
    <w:rsid w:val="00C77CD4"/>
    <w:rsid w:val="00C8071D"/>
    <w:rsid w:val="00C81919"/>
    <w:rsid w:val="00C826DB"/>
    <w:rsid w:val="00C876A9"/>
    <w:rsid w:val="00C9498E"/>
    <w:rsid w:val="00CA1A1E"/>
    <w:rsid w:val="00CA6901"/>
    <w:rsid w:val="00CB0C0F"/>
    <w:rsid w:val="00CB1D24"/>
    <w:rsid w:val="00CB563A"/>
    <w:rsid w:val="00CB57FD"/>
    <w:rsid w:val="00CD4DDA"/>
    <w:rsid w:val="00CE731A"/>
    <w:rsid w:val="00D037B4"/>
    <w:rsid w:val="00D04A39"/>
    <w:rsid w:val="00D0749F"/>
    <w:rsid w:val="00D11933"/>
    <w:rsid w:val="00D17118"/>
    <w:rsid w:val="00D348E3"/>
    <w:rsid w:val="00D370C8"/>
    <w:rsid w:val="00D37368"/>
    <w:rsid w:val="00D41A6E"/>
    <w:rsid w:val="00D51A88"/>
    <w:rsid w:val="00D60291"/>
    <w:rsid w:val="00D64897"/>
    <w:rsid w:val="00D8330B"/>
    <w:rsid w:val="00D85A27"/>
    <w:rsid w:val="00DA3BE8"/>
    <w:rsid w:val="00DA4C11"/>
    <w:rsid w:val="00DB54FE"/>
    <w:rsid w:val="00DE206D"/>
    <w:rsid w:val="00DF5A34"/>
    <w:rsid w:val="00E03FB3"/>
    <w:rsid w:val="00E268B8"/>
    <w:rsid w:val="00E27129"/>
    <w:rsid w:val="00E37AD3"/>
    <w:rsid w:val="00E4579E"/>
    <w:rsid w:val="00E45F29"/>
    <w:rsid w:val="00E46D7E"/>
    <w:rsid w:val="00E474F6"/>
    <w:rsid w:val="00E51A9B"/>
    <w:rsid w:val="00E52D20"/>
    <w:rsid w:val="00E535AE"/>
    <w:rsid w:val="00E65BB2"/>
    <w:rsid w:val="00E77A94"/>
    <w:rsid w:val="00E83723"/>
    <w:rsid w:val="00E96394"/>
    <w:rsid w:val="00ED11AA"/>
    <w:rsid w:val="00ED2A22"/>
    <w:rsid w:val="00ED6A02"/>
    <w:rsid w:val="00EE5EF9"/>
    <w:rsid w:val="00EE763B"/>
    <w:rsid w:val="00EF4E17"/>
    <w:rsid w:val="00F0391D"/>
    <w:rsid w:val="00F03E0B"/>
    <w:rsid w:val="00F04415"/>
    <w:rsid w:val="00F05C1E"/>
    <w:rsid w:val="00F11246"/>
    <w:rsid w:val="00F125B8"/>
    <w:rsid w:val="00F331AD"/>
    <w:rsid w:val="00F35E6B"/>
    <w:rsid w:val="00F3684D"/>
    <w:rsid w:val="00F56CFF"/>
    <w:rsid w:val="00F64B3C"/>
    <w:rsid w:val="00F665B7"/>
    <w:rsid w:val="00F678A6"/>
    <w:rsid w:val="00F76C77"/>
    <w:rsid w:val="00F809EE"/>
    <w:rsid w:val="00F9593B"/>
    <w:rsid w:val="00FD0679"/>
    <w:rsid w:val="00FD2522"/>
    <w:rsid w:val="00FD4149"/>
    <w:rsid w:val="00FD7BDF"/>
    <w:rsid w:val="00FE09B6"/>
    <w:rsid w:val="00FE2EBA"/>
    <w:rsid w:val="00FF30FF"/>
    <w:rsid w:val="00FF47B1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7CA7B-ED9E-43C5-B414-9D23403D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D2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3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4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38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5328C0"/>
  </w:style>
  <w:style w:type="character" w:styleId="Pogrubienie">
    <w:name w:val="Strong"/>
    <w:uiPriority w:val="22"/>
    <w:qFormat/>
    <w:rsid w:val="00AA2E10"/>
    <w:rPr>
      <w:b/>
      <w:bCs/>
    </w:rPr>
  </w:style>
  <w:style w:type="character" w:styleId="Uwydatnienie">
    <w:name w:val="Emphasis"/>
    <w:uiPriority w:val="20"/>
    <w:qFormat/>
    <w:rsid w:val="00730EC4"/>
    <w:rPr>
      <w:i/>
      <w:iCs/>
    </w:rPr>
  </w:style>
  <w:style w:type="paragraph" w:styleId="NormalnyWeb">
    <w:name w:val="Normal (Web)"/>
    <w:basedOn w:val="Normalny"/>
    <w:uiPriority w:val="99"/>
    <w:unhideWhenUsed/>
    <w:rsid w:val="00A36A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C53B44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C3D"/>
    <w:rPr>
      <w:rFonts w:ascii="Tahoma" w:hAnsi="Tahoma" w:cs="Tahoma"/>
      <w:sz w:val="16"/>
      <w:szCs w:val="16"/>
      <w:lang w:eastAsia="en-US"/>
    </w:rPr>
  </w:style>
  <w:style w:type="paragraph" w:customStyle="1" w:styleId="gmail-msonormal">
    <w:name w:val="gmail-msonormal"/>
    <w:basedOn w:val="Normalny"/>
    <w:rsid w:val="000361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1">
    <w:name w:val="Normalny1"/>
    <w:rsid w:val="00BC0FFA"/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character" w:styleId="Hipercze">
    <w:name w:val="Hyperlink"/>
    <w:basedOn w:val="Domylnaczcionkaakapitu"/>
    <w:uiPriority w:val="99"/>
    <w:unhideWhenUsed/>
    <w:rsid w:val="00B2654B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D382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1">
    <w:name w:val="p1"/>
    <w:basedOn w:val="Normalny"/>
    <w:rsid w:val="001631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1">
    <w:name w:val="s1"/>
    <w:basedOn w:val="Domylnaczcionkaakapitu"/>
    <w:rsid w:val="001631A8"/>
  </w:style>
  <w:style w:type="paragraph" w:customStyle="1" w:styleId="p2">
    <w:name w:val="p2"/>
    <w:basedOn w:val="Normalny"/>
    <w:rsid w:val="001631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EE763B"/>
  </w:style>
  <w:style w:type="paragraph" w:styleId="Zwykytekst">
    <w:name w:val="Plain Text"/>
    <w:basedOn w:val="Normalny"/>
    <w:link w:val="ZwykytekstZnak"/>
    <w:uiPriority w:val="99"/>
    <w:unhideWhenUsed/>
    <w:rsid w:val="00145D1B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45D1B"/>
    <w:rPr>
      <w:rFonts w:eastAsiaTheme="minorHAnsi" w:cstheme="minorBidi"/>
      <w:sz w:val="22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F0441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Default">
    <w:name w:val="Default"/>
    <w:rsid w:val="001029F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Tre">
    <w:name w:val="Treść"/>
    <w:rsid w:val="009F3A1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1Znak">
    <w:name w:val="Nagłówek 1 Znak"/>
    <w:basedOn w:val="Domylnaczcionkaakapitu"/>
    <w:link w:val="Nagwek1"/>
    <w:uiPriority w:val="9"/>
    <w:rsid w:val="00DA3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B0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0C0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0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0C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4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5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772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17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4412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55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2399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44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3233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24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0291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5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2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0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39646">
          <w:blockQuote w:val="1"/>
          <w:marLeft w:val="720"/>
          <w:marRight w:val="720"/>
          <w:marTop w:val="100"/>
          <w:marBottom w:val="100"/>
          <w:divBdr>
            <w:top w:val="single" w:sz="2" w:space="0" w:color="auto"/>
            <w:left w:val="none" w:sz="0" w:space="0" w:color="auto"/>
            <w:bottom w:val="single" w:sz="2" w:space="0" w:color="auto"/>
            <w:right w:val="single" w:sz="2" w:space="0" w:color="auto"/>
          </w:divBdr>
          <w:divsChild>
            <w:div w:id="9268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9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1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1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7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1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0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40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0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7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8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76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29217">
                  <w:marLeft w:val="0"/>
                  <w:marRight w:val="0"/>
                  <w:marTop w:val="0"/>
                  <w:marBottom w:val="150"/>
                  <w:divBdr>
                    <w:top w:val="single" w:sz="24" w:space="0" w:color="D9DADC"/>
                    <w:left w:val="single" w:sz="24" w:space="0" w:color="D9DADC"/>
                    <w:bottom w:val="single" w:sz="24" w:space="0" w:color="D9DADC"/>
                    <w:right w:val="single" w:sz="24" w:space="0" w:color="D9DADC"/>
                  </w:divBdr>
                </w:div>
              </w:divsChild>
            </w:div>
            <w:div w:id="18126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2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985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7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65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339195">
                  <w:marLeft w:val="0"/>
                  <w:marRight w:val="0"/>
                  <w:marTop w:val="0"/>
                  <w:marBottom w:val="150"/>
                  <w:divBdr>
                    <w:top w:val="single" w:sz="24" w:space="0" w:color="D9DADC"/>
                    <w:left w:val="single" w:sz="24" w:space="0" w:color="D9DADC"/>
                    <w:bottom w:val="single" w:sz="24" w:space="0" w:color="D9DADC"/>
                    <w:right w:val="single" w:sz="24" w:space="0" w:color="D9DADC"/>
                  </w:divBdr>
                </w:div>
              </w:divsChild>
            </w:div>
            <w:div w:id="69369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4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2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2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3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10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3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657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8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488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8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322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6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0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6055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5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0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8632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516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9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361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91708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589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124305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8604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98036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1725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411967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896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8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116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320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28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63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1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5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7858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01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0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zamek.pl/podstrony/56-pressro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kzamek.pl/wydarzenia/13898-zima-w-zamku-2026-ferie-pene-sztuki-zabawy-i-odk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Zima%20w%20Zamku%202016\Zima%20w%20Zamku%202016_korekt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Zima w Zamku 2016_korekta</Template>
  <TotalTime>495</TotalTime>
  <Pages>5</Pages>
  <Words>1466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Anna</cp:lastModifiedBy>
  <cp:revision>70</cp:revision>
  <cp:lastPrinted>2025-02-24T12:29:00Z</cp:lastPrinted>
  <dcterms:created xsi:type="dcterms:W3CDTF">2022-11-16T10:16:00Z</dcterms:created>
  <dcterms:modified xsi:type="dcterms:W3CDTF">2026-01-29T13:27:00Z</dcterms:modified>
</cp:coreProperties>
</file>